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4E3ED" w14:textId="77777777" w:rsidR="00195649" w:rsidRDefault="00195649" w:rsidP="00195649">
      <w:pPr>
        <w:widowControl w:val="0"/>
        <w:autoSpaceDE w:val="0"/>
        <w:autoSpaceDN w:val="0"/>
        <w:adjustRightInd w:val="0"/>
        <w:ind w:right="4035"/>
        <w:jc w:val="center"/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</w:pPr>
      <w:bookmarkStart w:id="0" w:name="_GoBack"/>
      <w:bookmarkEnd w:id="0"/>
    </w:p>
    <w:p w14:paraId="1CA8F588" w14:textId="77777777" w:rsidR="00195649" w:rsidRDefault="00195649" w:rsidP="00195649">
      <w:pPr>
        <w:widowControl w:val="0"/>
        <w:autoSpaceDE w:val="0"/>
        <w:autoSpaceDN w:val="0"/>
        <w:adjustRightInd w:val="0"/>
        <w:ind w:right="60"/>
        <w:jc w:val="center"/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</w:pPr>
      <w:r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  <w:t>HEAT ILLNESS PREVENTION PROGRAM</w:t>
      </w:r>
    </w:p>
    <w:p w14:paraId="18E034C1" w14:textId="77777777" w:rsidR="00195649" w:rsidRDefault="00195649" w:rsidP="00195649">
      <w:pPr>
        <w:widowControl w:val="0"/>
        <w:autoSpaceDE w:val="0"/>
        <w:autoSpaceDN w:val="0"/>
        <w:adjustRightInd w:val="0"/>
        <w:ind w:right="4035"/>
        <w:jc w:val="center"/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</w:pPr>
    </w:p>
    <w:p w14:paraId="6C549B7D" w14:textId="77777777" w:rsidR="00195649" w:rsidRDefault="00195649" w:rsidP="00195649">
      <w:pPr>
        <w:widowControl w:val="0"/>
        <w:autoSpaceDE w:val="0"/>
        <w:autoSpaceDN w:val="0"/>
        <w:adjustRightInd w:val="0"/>
        <w:ind w:right="4035"/>
        <w:jc w:val="center"/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</w:pPr>
    </w:p>
    <w:p w14:paraId="04DE0047" w14:textId="77777777" w:rsidR="00195649" w:rsidRPr="0058004F" w:rsidRDefault="00195649" w:rsidP="00195649">
      <w:pPr>
        <w:widowControl w:val="0"/>
        <w:autoSpaceDE w:val="0"/>
        <w:autoSpaceDN w:val="0"/>
        <w:adjustRightInd w:val="0"/>
        <w:ind w:right="4035"/>
        <w:rPr>
          <w:rFonts w:ascii="Arial" w:eastAsiaTheme="minorEastAsia" w:hAnsi="Arial" w:cs="Arial"/>
          <w:color w:val="000000"/>
          <w:sz w:val="20"/>
          <w:szCs w:val="20"/>
          <w:u w:val="single"/>
        </w:rPr>
      </w:pPr>
      <w:r w:rsidRPr="0058004F"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  <w:t>Purpose</w:t>
      </w:r>
    </w:p>
    <w:p w14:paraId="53BD4CA1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before="12" w:line="220" w:lineRule="exact"/>
        <w:rPr>
          <w:rFonts w:ascii="Arial" w:eastAsiaTheme="minorEastAsia" w:hAnsi="Arial" w:cs="Arial"/>
          <w:color w:val="000000"/>
        </w:rPr>
      </w:pPr>
    </w:p>
    <w:p w14:paraId="2031961B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line="246" w:lineRule="auto"/>
        <w:ind w:right="79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58004F">
        <w:rPr>
          <w:rFonts w:ascii="Arial" w:eastAsiaTheme="minorEastAsia" w:hAnsi="Arial" w:cs="Arial"/>
          <w:color w:val="1C1F28"/>
          <w:sz w:val="20"/>
          <w:szCs w:val="20"/>
        </w:rPr>
        <w:t>It</w:t>
      </w:r>
      <w:r w:rsidRPr="0058004F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intention</w:t>
      </w:r>
      <w:r w:rsidRPr="0058004F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0A0C13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0A0C13"/>
          <w:spacing w:val="3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 xml:space="preserve">North American Security And Investigations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58004F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have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written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Heat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Illness</w:t>
      </w:r>
      <w:r w:rsidRPr="0058004F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Prevention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Program</w:t>
      </w:r>
      <w:r w:rsidRPr="0058004F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("HIPP")</w:t>
      </w:r>
      <w:r w:rsidRPr="0058004F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applicable</w:t>
      </w:r>
      <w:r w:rsidRPr="0058004F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58004F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58004F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58004F">
        <w:rPr>
          <w:rFonts w:ascii="Arial" w:eastAsiaTheme="minorEastAsia" w:hAnsi="Arial" w:cs="Arial"/>
          <w:color w:val="1C1F28"/>
          <w:spacing w:val="2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work</w:t>
      </w:r>
      <w:r w:rsidRPr="0058004F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58004F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portion</w:t>
      </w:r>
      <w:r w:rsidRPr="0058004F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their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shift</w:t>
      </w:r>
      <w:r w:rsidRPr="0058004F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outdoors</w:t>
      </w:r>
      <w:r w:rsidRPr="0058004F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58004F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State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Californi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>a</w:t>
      </w:r>
      <w:r w:rsidRPr="0058004F">
        <w:rPr>
          <w:rFonts w:ascii="Arial" w:eastAsiaTheme="minorEastAsia" w:hAnsi="Arial" w:cs="Arial"/>
          <w:color w:val="48494F"/>
          <w:sz w:val="20"/>
          <w:szCs w:val="20"/>
        </w:rPr>
        <w:t>.</w:t>
      </w:r>
      <w:r w:rsidRPr="0058004F">
        <w:rPr>
          <w:rFonts w:ascii="Arial" w:eastAsiaTheme="minorEastAsia" w:hAnsi="Arial" w:cs="Arial"/>
          <w:color w:val="48494F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58004F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applies</w:t>
      </w:r>
      <w:r w:rsidRPr="0058004F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year-round,</w:t>
      </w:r>
      <w:r w:rsidRPr="0058004F">
        <w:rPr>
          <w:rFonts w:ascii="Arial" w:eastAsiaTheme="minorEastAsia" w:hAnsi="Arial" w:cs="Arial"/>
          <w:color w:val="1C1F28"/>
          <w:spacing w:val="3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regardless</w:t>
      </w:r>
      <w:r w:rsidRPr="0058004F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outdoor </w:t>
      </w:r>
      <w:r w:rsidRPr="0058004F">
        <w:rPr>
          <w:rFonts w:ascii="Arial" w:eastAsiaTheme="minorEastAsia" w:hAnsi="Arial" w:cs="Arial"/>
          <w:color w:val="1C1F28"/>
          <w:w w:val="101"/>
          <w:sz w:val="20"/>
          <w:szCs w:val="20"/>
        </w:rPr>
        <w:t>temperature.</w:t>
      </w:r>
    </w:p>
    <w:p w14:paraId="29584694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before="15" w:line="220" w:lineRule="exact"/>
        <w:rPr>
          <w:rFonts w:ascii="Arial" w:eastAsiaTheme="minorEastAsia" w:hAnsi="Arial" w:cs="Arial"/>
          <w:color w:val="000000"/>
        </w:rPr>
      </w:pPr>
    </w:p>
    <w:p w14:paraId="3A985B28" w14:textId="77777777" w:rsidR="00195649" w:rsidRPr="0058004F" w:rsidRDefault="00195649" w:rsidP="00195649">
      <w:pPr>
        <w:widowControl w:val="0"/>
        <w:autoSpaceDE w:val="0"/>
        <w:autoSpaceDN w:val="0"/>
        <w:adjustRightInd w:val="0"/>
        <w:ind w:right="3719"/>
        <w:rPr>
          <w:rFonts w:ascii="Arial" w:eastAsiaTheme="minorEastAsia" w:hAnsi="Arial" w:cs="Arial"/>
          <w:color w:val="000000"/>
          <w:sz w:val="20"/>
          <w:szCs w:val="20"/>
        </w:rPr>
      </w:pPr>
      <w:r w:rsidRPr="0058004F">
        <w:rPr>
          <w:rFonts w:ascii="Arial" w:eastAsiaTheme="minorEastAsia" w:hAnsi="Arial" w:cs="Arial"/>
          <w:b/>
          <w:bCs/>
          <w:color w:val="1C1F28"/>
          <w:sz w:val="20"/>
          <w:szCs w:val="20"/>
          <w:u w:val="single" w:color="000000"/>
        </w:rPr>
        <w:t>HIPP</w:t>
      </w:r>
      <w:r w:rsidRPr="0058004F">
        <w:rPr>
          <w:rFonts w:ascii="Arial" w:eastAsiaTheme="minorEastAsia" w:hAnsi="Arial" w:cs="Arial"/>
          <w:b/>
          <w:bCs/>
          <w:color w:val="1C1F28"/>
          <w:spacing w:val="11"/>
          <w:sz w:val="20"/>
          <w:szCs w:val="20"/>
          <w:u w:val="single" w:color="000000"/>
        </w:rPr>
        <w:t xml:space="preserve"> </w:t>
      </w:r>
      <w:r w:rsidRPr="0058004F"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 w:color="000000"/>
        </w:rPr>
        <w:t>Overview</w:t>
      </w:r>
    </w:p>
    <w:p w14:paraId="01EDDAA3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before="17" w:line="220" w:lineRule="exact"/>
        <w:rPr>
          <w:rFonts w:ascii="Arial" w:eastAsiaTheme="minorEastAsia" w:hAnsi="Arial" w:cs="Arial"/>
          <w:color w:val="000000"/>
        </w:rPr>
      </w:pPr>
    </w:p>
    <w:p w14:paraId="1CE94F2C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450" w:right="82" w:hanging="45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58004F">
        <w:rPr>
          <w:rFonts w:ascii="Arial" w:eastAsiaTheme="minorEastAsia" w:hAnsi="Arial" w:cs="Arial"/>
          <w:color w:val="1C1F28"/>
          <w:spacing w:val="2"/>
          <w:sz w:val="20"/>
          <w:szCs w:val="20"/>
        </w:rPr>
        <w:t>1</w:t>
      </w:r>
      <w:r w:rsidRPr="0058004F">
        <w:rPr>
          <w:rFonts w:ascii="Arial" w:eastAsiaTheme="minorEastAsia" w:hAnsi="Arial" w:cs="Arial"/>
          <w:color w:val="48494F"/>
          <w:sz w:val="20"/>
          <w:szCs w:val="20"/>
        </w:rPr>
        <w:t xml:space="preserve">. </w:t>
      </w:r>
      <w:r w:rsidRPr="0058004F">
        <w:rPr>
          <w:rFonts w:ascii="Arial" w:eastAsiaTheme="minorEastAsia" w:hAnsi="Arial" w:cs="Arial"/>
          <w:color w:val="48494F"/>
          <w:spacing w:val="3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All employees and</w:t>
      </w:r>
      <w:r w:rsidRPr="0058004F">
        <w:rPr>
          <w:rFonts w:ascii="Arial" w:eastAsiaTheme="minorEastAsia" w:hAnsi="Arial" w:cs="Arial"/>
          <w:color w:val="1C1F28"/>
          <w:spacing w:val="4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supervisors </w:t>
      </w:r>
      <w:r w:rsidRPr="0058004F">
        <w:rPr>
          <w:rFonts w:ascii="Arial" w:eastAsiaTheme="minorEastAsia" w:hAnsi="Arial" w:cs="Arial"/>
          <w:color w:val="1C1F28"/>
          <w:spacing w:val="5"/>
          <w:sz w:val="20"/>
          <w:szCs w:val="20"/>
        </w:rPr>
        <w:t>who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 are</w:t>
      </w:r>
      <w:r w:rsidRPr="0058004F">
        <w:rPr>
          <w:rFonts w:ascii="Arial" w:eastAsiaTheme="minorEastAsia" w:hAnsi="Arial" w:cs="Arial"/>
          <w:color w:val="1C1F28"/>
          <w:spacing w:val="4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58004F">
        <w:rPr>
          <w:rFonts w:ascii="Arial" w:eastAsiaTheme="minorEastAsia" w:hAnsi="Arial" w:cs="Arial"/>
          <w:color w:val="1C1F28"/>
          <w:spacing w:val="5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58004F">
        <w:rPr>
          <w:rFonts w:ascii="Arial" w:eastAsiaTheme="minorEastAsia" w:hAnsi="Arial" w:cs="Arial"/>
          <w:color w:val="1C1F28"/>
          <w:spacing w:val="5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58004F">
        <w:rPr>
          <w:rFonts w:ascii="Arial" w:eastAsiaTheme="minorEastAsia" w:hAnsi="Arial" w:cs="Arial"/>
          <w:color w:val="1C1F28"/>
          <w:spacing w:val="4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58004F">
        <w:rPr>
          <w:rFonts w:ascii="Arial" w:eastAsiaTheme="minorEastAsia" w:hAnsi="Arial" w:cs="Arial"/>
          <w:color w:val="1C1F28"/>
          <w:spacing w:val="4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58004F">
        <w:rPr>
          <w:rFonts w:ascii="Arial" w:eastAsiaTheme="minorEastAsia" w:hAnsi="Arial" w:cs="Arial"/>
          <w:color w:val="1C1F28"/>
          <w:spacing w:val="4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58004F">
        <w:rPr>
          <w:rFonts w:ascii="Arial" w:eastAsiaTheme="minorEastAsia" w:hAnsi="Arial" w:cs="Arial"/>
          <w:color w:val="1C1F28"/>
          <w:spacing w:val="4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4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State</w:t>
      </w:r>
      <w:r w:rsidRPr="0058004F">
        <w:rPr>
          <w:rFonts w:ascii="Arial" w:eastAsiaTheme="minorEastAsia" w:hAnsi="Arial" w:cs="Arial"/>
          <w:color w:val="1C1F28"/>
          <w:spacing w:val="4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 California</w:t>
      </w:r>
      <w:r w:rsidRPr="0058004F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58004F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58004F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trained</w:t>
      </w:r>
      <w:r w:rsidRPr="0058004F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58004F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contents</w:t>
      </w:r>
      <w:r w:rsidRPr="0058004F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1C1F28"/>
          <w:spacing w:val="-1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HIPP.</w:t>
      </w:r>
      <w:r w:rsidRPr="0058004F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58004F">
        <w:rPr>
          <w:rFonts w:ascii="Arial" w:eastAsiaTheme="minorEastAsia" w:hAnsi="Arial" w:cs="Arial"/>
          <w:color w:val="1C1F28"/>
          <w:spacing w:val="-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HIPP will</w:t>
      </w:r>
      <w:r w:rsidRPr="0058004F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58004F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given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by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the </w:t>
      </w:r>
      <w:r w:rsidRPr="0058004F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Responsible </w:t>
      </w:r>
      <w:r w:rsidRPr="0058004F">
        <w:rPr>
          <w:rFonts w:ascii="Arial" w:eastAsiaTheme="minorEastAsia" w:hAnsi="Arial" w:cs="Arial"/>
          <w:color w:val="1C1F28"/>
          <w:spacing w:val="3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Safety </w:t>
      </w:r>
      <w:r w:rsidRPr="0058004F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Officer </w:t>
      </w:r>
      <w:r w:rsidRPr="0058004F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outlined 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in </w:t>
      </w:r>
      <w:r w:rsidRPr="0058004F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Injury </w:t>
      </w:r>
      <w:r w:rsidRPr="0058004F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and 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Illness </w:t>
      </w:r>
      <w:r w:rsidRPr="0058004F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Prevention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Program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(the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34363D"/>
          <w:w w:val="101"/>
          <w:sz w:val="20"/>
          <w:szCs w:val="20"/>
        </w:rPr>
        <w:t>"RSO"</w:t>
      </w:r>
      <w:r w:rsidRPr="0058004F">
        <w:rPr>
          <w:rFonts w:ascii="Arial" w:eastAsiaTheme="minorEastAsia" w:hAnsi="Arial" w:cs="Arial"/>
          <w:color w:val="34363D"/>
          <w:w w:val="102"/>
          <w:sz w:val="20"/>
          <w:szCs w:val="20"/>
        </w:rPr>
        <w:t>)</w:t>
      </w:r>
      <w:r w:rsidRPr="0058004F">
        <w:rPr>
          <w:rFonts w:ascii="Arial" w:eastAsiaTheme="minorEastAsia" w:hAnsi="Arial" w:cs="Arial"/>
          <w:color w:val="34363D"/>
          <w:w w:val="101"/>
          <w:sz w:val="20"/>
          <w:szCs w:val="20"/>
        </w:rPr>
        <w:t>.</w:t>
      </w:r>
    </w:p>
    <w:p w14:paraId="3D8F080E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3334CCFD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450" w:right="97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58004F">
        <w:rPr>
          <w:rFonts w:ascii="Arial" w:eastAsiaTheme="minorEastAsia" w:hAnsi="Arial" w:cs="Arial"/>
          <w:color w:val="1C1F28"/>
          <w:sz w:val="20"/>
          <w:szCs w:val="20"/>
        </w:rPr>
        <w:t>All employees and supervisors</w:t>
      </w:r>
      <w:r w:rsidRPr="0058004F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assigned to</w:t>
      </w:r>
      <w:r>
        <w:rPr>
          <w:rFonts w:ascii="Arial" w:eastAsiaTheme="minorEastAsia" w:hAnsi="Arial" w:cs="Arial"/>
          <w:color w:val="1C1F28"/>
          <w:sz w:val="20"/>
          <w:szCs w:val="20"/>
        </w:rPr>
        <w:t xml:space="preserve"> a specific outdoor post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will receive</w:t>
      </w:r>
      <w:r w:rsidRPr="0058004F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site-specific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58004F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post.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58004F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58004F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58004F">
        <w:rPr>
          <w:rFonts w:ascii="Arial" w:eastAsiaTheme="minorEastAsia" w:hAnsi="Arial" w:cs="Arial"/>
          <w:color w:val="1C1F28"/>
          <w:spacing w:val="2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by</w:t>
      </w:r>
      <w:r w:rsidRPr="0058004F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either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RSO</w:t>
      </w:r>
      <w:r w:rsidRPr="0058004F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58004F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supervisor</w:t>
      </w:r>
      <w:r w:rsidRPr="0058004F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58004F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58004F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58004F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1"/>
          <w:sz w:val="20"/>
          <w:szCs w:val="20"/>
        </w:rPr>
        <w:t>post.</w:t>
      </w:r>
    </w:p>
    <w:p w14:paraId="0BA8DFD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689F7A4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450" w:right="10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given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additional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-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responsibilities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under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and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how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train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new employees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training.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will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4363D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4363D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RS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>.</w:t>
      </w:r>
    </w:p>
    <w:p w14:paraId="4923648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eastAsiaTheme="minorEastAsia" w:hAnsi="Arial" w:cs="Arial"/>
          <w:color w:val="000000"/>
        </w:rPr>
      </w:pPr>
    </w:p>
    <w:p w14:paraId="6DD3EA8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left="450" w:right="155" w:hanging="45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2</w:t>
      </w:r>
      <w:r w:rsidRPr="00CB7779">
        <w:rPr>
          <w:rFonts w:ascii="Arial" w:eastAsiaTheme="minorEastAsia" w:hAnsi="Arial" w:cs="Arial"/>
          <w:color w:val="626262"/>
          <w:sz w:val="20"/>
          <w:szCs w:val="20"/>
        </w:rPr>
        <w:t>.</w:t>
      </w:r>
      <w:r>
        <w:rPr>
          <w:rFonts w:ascii="Arial" w:eastAsiaTheme="minorEastAsia" w:hAnsi="Arial" w:cs="Arial"/>
          <w:color w:val="626262"/>
          <w:sz w:val="20"/>
          <w:szCs w:val="20"/>
        </w:rPr>
        <w:t xml:space="preserve">    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>fresh</w:t>
      </w:r>
      <w:r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so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least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1 quart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per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hou</w:t>
      </w:r>
      <w:r w:rsidRPr="00CB7779">
        <w:rPr>
          <w:rFonts w:ascii="Arial" w:eastAsiaTheme="minorEastAsia" w:hAnsi="Arial" w:cs="Arial"/>
          <w:color w:val="1C1F28"/>
          <w:spacing w:val="5"/>
          <w:w w:val="101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8494F"/>
          <w:w w:val="94"/>
          <w:sz w:val="20"/>
          <w:szCs w:val="20"/>
        </w:rPr>
        <w:t>.</w:t>
      </w:r>
    </w:p>
    <w:p w14:paraId="75DA11D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49EA5CA9" w14:textId="77777777" w:rsidR="00195649" w:rsidRDefault="00195649" w:rsidP="00195649">
      <w:pPr>
        <w:widowControl w:val="0"/>
        <w:autoSpaceDE w:val="0"/>
        <w:autoSpaceDN w:val="0"/>
        <w:adjustRightInd w:val="0"/>
        <w:spacing w:line="243" w:lineRule="auto"/>
        <w:ind w:left="360" w:right="93" w:hanging="360"/>
        <w:rPr>
          <w:rFonts w:ascii="Arial" w:eastAsiaTheme="minorEastAsia" w:hAnsi="Arial" w:cs="Arial"/>
          <w:color w:val="34363D"/>
          <w:sz w:val="20"/>
          <w:szCs w:val="20"/>
        </w:rPr>
      </w:pPr>
      <w:r w:rsidRPr="00CB7779">
        <w:rPr>
          <w:rFonts w:ascii="Arial" w:eastAsiaTheme="minorEastAsia" w:hAnsi="Arial" w:cs="Arial"/>
          <w:color w:val="34363D"/>
          <w:sz w:val="20"/>
          <w:szCs w:val="20"/>
        </w:rPr>
        <w:t>3.</w:t>
      </w:r>
      <w:r w:rsidRPr="00B4366A">
        <w:rPr>
          <w:rFonts w:ascii="Arial" w:eastAsiaTheme="minorEastAsia" w:hAnsi="Arial" w:cs="Arial"/>
          <w:color w:val="34363D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34363D"/>
          <w:sz w:val="6"/>
          <w:szCs w:val="6"/>
        </w:rPr>
        <w:t xml:space="preserve">      </w:t>
      </w:r>
      <w:r w:rsidRPr="00B4366A">
        <w:rPr>
          <w:rFonts w:ascii="Arial" w:eastAsiaTheme="minorEastAsia" w:hAnsi="Arial" w:cs="Arial"/>
          <w:color w:val="34363D"/>
          <w:spacing w:val="48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34363D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shade </w:t>
      </w:r>
      <w:r w:rsidRPr="00CB7779">
        <w:rPr>
          <w:rFonts w:ascii="Arial" w:eastAsiaTheme="minorEastAsia" w:hAnsi="Arial" w:cs="Arial"/>
          <w:color w:val="34363D"/>
          <w:sz w:val="20"/>
          <w:szCs w:val="20"/>
        </w:rPr>
        <w:t>for</w:t>
      </w:r>
    </w:p>
    <w:p w14:paraId="3EF1A23A" w14:textId="77777777" w:rsidR="00195649" w:rsidRDefault="00195649" w:rsidP="00195649">
      <w:pPr>
        <w:widowControl w:val="0"/>
        <w:autoSpaceDE w:val="0"/>
        <w:autoSpaceDN w:val="0"/>
        <w:adjustRightInd w:val="0"/>
        <w:spacing w:line="243" w:lineRule="auto"/>
        <w:ind w:left="360" w:right="93" w:hanging="360"/>
        <w:rPr>
          <w:rFonts w:ascii="Arial" w:eastAsiaTheme="minorEastAsia" w:hAnsi="Arial" w:cs="Arial"/>
          <w:color w:val="1C1F28"/>
          <w:spacing w:val="22"/>
          <w:sz w:val="20"/>
          <w:szCs w:val="20"/>
        </w:rPr>
      </w:pPr>
      <w:r>
        <w:rPr>
          <w:rFonts w:ascii="Arial" w:eastAsiaTheme="minorEastAsia" w:hAnsi="Arial" w:cs="Arial"/>
          <w:color w:val="34363D"/>
          <w:sz w:val="20"/>
          <w:szCs w:val="20"/>
        </w:rPr>
        <w:t xml:space="preserve">      </w:t>
      </w:r>
      <w:r w:rsidRPr="00CB7779">
        <w:rPr>
          <w:rFonts w:ascii="Arial" w:eastAsiaTheme="minorEastAsia" w:hAnsi="Arial" w:cs="Arial"/>
          <w:color w:val="34363D"/>
          <w:spacing w:val="6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34363D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8494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least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5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minutes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rest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believes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she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needs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 preventative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</w:p>
    <w:p w14:paraId="56E954F3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left="360" w:right="93" w:hanging="36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C1F28"/>
          <w:spacing w:val="22"/>
          <w:sz w:val="20"/>
          <w:szCs w:val="20"/>
        </w:rPr>
        <w:tab/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recovery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48494F"/>
          <w:w w:val="94"/>
          <w:sz w:val="20"/>
          <w:szCs w:val="20"/>
        </w:rPr>
        <w:t>.</w:t>
      </w:r>
    </w:p>
    <w:p w14:paraId="506CCBD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78D5B21A" w14:textId="77777777" w:rsidR="00195649" w:rsidRDefault="00195649" w:rsidP="00195649">
      <w:pPr>
        <w:widowControl w:val="0"/>
        <w:autoSpaceDE w:val="0"/>
        <w:autoSpaceDN w:val="0"/>
        <w:adjustRightInd w:val="0"/>
        <w:spacing w:line="253" w:lineRule="auto"/>
        <w:ind w:left="360" w:right="487" w:hanging="360"/>
        <w:rPr>
          <w:rFonts w:ascii="Arial" w:eastAsiaTheme="minorEastAsia" w:hAnsi="Arial" w:cs="Arial"/>
          <w:color w:val="1C1F28"/>
          <w:w w:val="102"/>
          <w:sz w:val="20"/>
          <w:szCs w:val="20"/>
        </w:rPr>
      </w:pPr>
      <w:r w:rsidRPr="00CB7779">
        <w:rPr>
          <w:rFonts w:ascii="Arial" w:eastAsiaTheme="minorEastAsia" w:hAnsi="Arial" w:cs="Arial"/>
          <w:color w:val="34363D"/>
          <w:sz w:val="20"/>
          <w:szCs w:val="20"/>
        </w:rPr>
        <w:t xml:space="preserve">4.  </w:t>
      </w:r>
      <w:r>
        <w:rPr>
          <w:rFonts w:ascii="Arial" w:eastAsiaTheme="minorEastAsia" w:hAnsi="Arial" w:cs="Arial"/>
          <w:color w:val="34363D"/>
          <w:sz w:val="20"/>
          <w:szCs w:val="20"/>
        </w:rPr>
        <w:t xml:space="preserve">  </w:t>
      </w:r>
      <w:r w:rsidRPr="00CB7779">
        <w:rPr>
          <w:rFonts w:ascii="Arial" w:eastAsiaTheme="minorEastAsia" w:hAnsi="Arial" w:cs="Arial"/>
          <w:color w:val="34363D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given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opportunity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their </w:t>
      </w:r>
      <w:r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 </w:t>
      </w:r>
    </w:p>
    <w:p w14:paraId="391E80F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53" w:lineRule="auto"/>
        <w:ind w:left="360" w:right="487" w:hanging="36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34363D"/>
          <w:sz w:val="20"/>
          <w:szCs w:val="20"/>
        </w:rPr>
        <w:t xml:space="preserve">       </w:t>
      </w:r>
      <w:r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post.</w:t>
      </w:r>
    </w:p>
    <w:p w14:paraId="62463E6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0" w:line="200" w:lineRule="exact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000000"/>
          <w:sz w:val="20"/>
          <w:szCs w:val="20"/>
        </w:rPr>
        <w:t xml:space="preserve"> </w:t>
      </w:r>
    </w:p>
    <w:p w14:paraId="3BD4B183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left="360" w:right="275" w:hanging="36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>5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 xml:space="preserve">.  </w:t>
      </w:r>
      <w:r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8494F"/>
          <w:spacing w:val="1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8494F"/>
          <w:spacing w:val="1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4363D"/>
          <w:sz w:val="20"/>
          <w:szCs w:val="20"/>
        </w:rPr>
        <w:t>identify</w:t>
      </w:r>
      <w:r w:rsidRPr="00CB7779">
        <w:rPr>
          <w:rFonts w:ascii="Arial" w:eastAsiaTheme="minorEastAsia" w:hAnsi="Arial" w:cs="Arial"/>
          <w:color w:val="34363D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contact</w:t>
      </w:r>
      <w:r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                     </w:t>
      </w:r>
      <w:r w:rsidR="00CB7E2C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                                </w:t>
      </w:r>
      <w:r w:rsidR="004C6146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                              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information,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directions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 xml:space="preserve">and </w:t>
      </w:r>
      <w:r w:rsidRPr="00CB7779">
        <w:rPr>
          <w:rFonts w:ascii="Arial" w:eastAsiaTheme="minorEastAsia" w:hAnsi="Arial" w:cs="Arial"/>
          <w:color w:val="34363D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34363D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nearby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facilities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post.</w:t>
      </w:r>
    </w:p>
    <w:p w14:paraId="69AABBF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4" w:line="220" w:lineRule="exact"/>
        <w:rPr>
          <w:rFonts w:ascii="Arial" w:eastAsiaTheme="minorEastAsia" w:hAnsi="Arial" w:cs="Arial"/>
          <w:color w:val="000000"/>
        </w:rPr>
      </w:pPr>
    </w:p>
    <w:p w14:paraId="55FACB1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 xml:space="preserve">6. </w:t>
      </w:r>
      <w:r w:rsidRPr="004F5296">
        <w:rPr>
          <w:rFonts w:ascii="Arial" w:eastAsiaTheme="minorEastAsia" w:hAnsi="Arial" w:cs="Arial"/>
          <w:color w:val="1C1F28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1C1F28"/>
          <w:sz w:val="6"/>
          <w:szCs w:val="6"/>
        </w:rPr>
        <w:t xml:space="preserve">    </w:t>
      </w:r>
      <w:r w:rsidRPr="004F5296">
        <w:rPr>
          <w:rFonts w:ascii="Arial" w:eastAsiaTheme="minorEastAsia" w:hAnsi="Arial" w:cs="Arial"/>
          <w:color w:val="1C1F28"/>
          <w:sz w:val="6"/>
          <w:szCs w:val="6"/>
        </w:rPr>
        <w:t xml:space="preserve">  </w:t>
      </w:r>
      <w:r>
        <w:rPr>
          <w:rFonts w:ascii="Arial" w:eastAsiaTheme="minorEastAsia" w:hAnsi="Arial" w:cs="Arial"/>
          <w:color w:val="1C1F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prepare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specific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which</w:t>
      </w:r>
    </w:p>
    <w:p w14:paraId="114E7765" w14:textId="77777777" w:rsidR="00195649" w:rsidRDefault="00195649" w:rsidP="00195649">
      <w:pPr>
        <w:widowControl w:val="0"/>
        <w:autoSpaceDE w:val="0"/>
        <w:autoSpaceDN w:val="0"/>
        <w:adjustRightInd w:val="0"/>
        <w:spacing w:before="8" w:line="248" w:lineRule="auto"/>
        <w:ind w:left="360" w:right="248"/>
        <w:rPr>
          <w:rFonts w:ascii="Arial" w:eastAsiaTheme="minorEastAsia" w:hAnsi="Arial" w:cs="Arial"/>
          <w:color w:val="48494F"/>
          <w:w w:val="94"/>
          <w:sz w:val="20"/>
          <w:szCs w:val="20"/>
        </w:rPr>
      </w:pPr>
      <w:r>
        <w:rPr>
          <w:rFonts w:ascii="Arial" w:eastAsiaTheme="minorEastAsia" w:hAnsi="Arial" w:cs="Arial"/>
          <w:color w:val="1C1F28"/>
          <w:sz w:val="20"/>
          <w:szCs w:val="20"/>
        </w:rPr>
        <w:t xml:space="preserve">  North American Security And Investigations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updated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 xml:space="preserve">if </w:t>
      </w:r>
      <w:r w:rsidR="004C6146"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="004C6146">
        <w:rPr>
          <w:rFonts w:ascii="Arial" w:eastAsiaTheme="minorEastAsia" w:hAnsi="Arial" w:cs="Arial"/>
          <w:color w:val="1C1F28"/>
          <w:sz w:val="20"/>
          <w:szCs w:val="20"/>
        </w:rPr>
        <w:t xml:space="preserve"> circumstances</w:t>
      </w:r>
      <w:r>
        <w:rPr>
          <w:rFonts w:ascii="Arial" w:eastAsiaTheme="minorEastAsia" w:hAnsi="Arial" w:cs="Arial"/>
          <w:color w:val="1C1F28"/>
          <w:sz w:val="20"/>
          <w:szCs w:val="20"/>
        </w:rPr>
        <w:t xml:space="preserve"> of that outdoor post change</w:t>
      </w:r>
      <w:r w:rsidR="004C6146">
        <w:rPr>
          <w:rFonts w:ascii="Arial" w:eastAsiaTheme="minorEastAsia" w:hAnsi="Arial" w:cs="Arial"/>
          <w:color w:val="1C1F28"/>
          <w:sz w:val="20"/>
          <w:szCs w:val="20"/>
        </w:rPr>
        <w:t>.</w:t>
      </w:r>
      <w:r w:rsidR="004C6146" w:rsidRPr="00CB7779">
        <w:rPr>
          <w:rFonts w:ascii="Arial" w:eastAsiaTheme="minorEastAsia" w:hAnsi="Arial" w:cs="Arial"/>
          <w:color w:val="48494F"/>
          <w:w w:val="94"/>
          <w:sz w:val="20"/>
          <w:szCs w:val="20"/>
        </w:rPr>
        <w:t>..</w:t>
      </w:r>
    </w:p>
    <w:p w14:paraId="0A471418" w14:textId="77777777" w:rsidR="00195649" w:rsidRPr="004336B7" w:rsidRDefault="00195649" w:rsidP="00195649">
      <w:pPr>
        <w:widowControl w:val="0"/>
        <w:autoSpaceDE w:val="0"/>
        <w:autoSpaceDN w:val="0"/>
        <w:adjustRightInd w:val="0"/>
        <w:spacing w:before="8" w:line="248" w:lineRule="auto"/>
        <w:ind w:left="360" w:right="248"/>
        <w:rPr>
          <w:rFonts w:ascii="Arial" w:eastAsiaTheme="minorEastAsia" w:hAnsi="Arial" w:cs="Arial"/>
          <w:color w:val="000000"/>
        </w:rPr>
      </w:pPr>
    </w:p>
    <w:p w14:paraId="63DA8B3F" w14:textId="77777777" w:rsidR="00195649" w:rsidRDefault="00195649" w:rsidP="00195649">
      <w:pPr>
        <w:ind w:left="440" w:hanging="440"/>
      </w:pPr>
      <w:r w:rsidRPr="00CB7779">
        <w:rPr>
          <w:rFonts w:ascii="Arial" w:eastAsiaTheme="minorEastAsia" w:hAnsi="Arial" w:cs="Arial"/>
          <w:color w:val="1C1F28"/>
          <w:spacing w:val="-1"/>
          <w:w w:val="108"/>
          <w:sz w:val="20"/>
          <w:szCs w:val="20"/>
        </w:rPr>
        <w:t>7</w:t>
      </w:r>
      <w:r w:rsidRPr="00CB7779">
        <w:rPr>
          <w:rFonts w:ascii="Arial" w:eastAsiaTheme="minorEastAsia" w:hAnsi="Arial" w:cs="Arial"/>
          <w:color w:val="48494F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8494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monitor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weather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="004C6146" w:rsidRPr="00CB7779">
        <w:rPr>
          <w:rFonts w:ascii="Arial" w:eastAsiaTheme="minorEastAsia" w:hAnsi="Arial" w:cs="Arial"/>
          <w:color w:val="1C1F28"/>
          <w:sz w:val="20"/>
          <w:szCs w:val="20"/>
        </w:rPr>
        <w:t>adequate</w:t>
      </w:r>
      <w:r w:rsidR="004C6146"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="004C6146">
        <w:rPr>
          <w:rFonts w:ascii="Arial" w:eastAsiaTheme="minorEastAsia" w:hAnsi="Arial" w:cs="Arial"/>
          <w:color w:val="1C1F28"/>
          <w:spacing w:val="9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acclimatizes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based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upon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sudden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rise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 xml:space="preserve">in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>temperature.</w:t>
      </w:r>
    </w:p>
    <w:p w14:paraId="521CE85F" w14:textId="77777777" w:rsidR="00195649" w:rsidRDefault="00195649" w:rsidP="00195649"/>
    <w:p w14:paraId="3A0B6159" w14:textId="77777777" w:rsidR="00195649" w:rsidRDefault="00195649" w:rsidP="00195649">
      <w:pPr>
        <w:widowControl w:val="0"/>
        <w:autoSpaceDE w:val="0"/>
        <w:autoSpaceDN w:val="0"/>
        <w:adjustRightInd w:val="0"/>
        <w:ind w:right="7637"/>
        <w:jc w:val="both"/>
        <w:rPr>
          <w:rFonts w:ascii="Arial" w:eastAsiaTheme="minorEastAsia" w:hAnsi="Arial" w:cs="Arial"/>
          <w:b/>
          <w:bCs/>
          <w:color w:val="1D2128"/>
          <w:sz w:val="20"/>
          <w:szCs w:val="20"/>
        </w:rPr>
      </w:pPr>
    </w:p>
    <w:p w14:paraId="61A26F31" w14:textId="77777777" w:rsidR="00195649" w:rsidRDefault="00195649" w:rsidP="00195649">
      <w:pPr>
        <w:widowControl w:val="0"/>
        <w:autoSpaceDE w:val="0"/>
        <w:autoSpaceDN w:val="0"/>
        <w:adjustRightInd w:val="0"/>
        <w:ind w:right="7637"/>
        <w:jc w:val="both"/>
        <w:rPr>
          <w:rFonts w:ascii="Arial" w:eastAsiaTheme="minorEastAsia" w:hAnsi="Arial" w:cs="Arial"/>
          <w:b/>
          <w:bCs/>
          <w:color w:val="1D2128"/>
          <w:sz w:val="20"/>
          <w:szCs w:val="20"/>
        </w:rPr>
      </w:pPr>
    </w:p>
    <w:p w14:paraId="2F909F2A" w14:textId="77777777" w:rsidR="00195649" w:rsidRDefault="00195649" w:rsidP="00195649">
      <w:pPr>
        <w:widowControl w:val="0"/>
        <w:autoSpaceDE w:val="0"/>
        <w:autoSpaceDN w:val="0"/>
        <w:adjustRightInd w:val="0"/>
        <w:ind w:right="7637"/>
        <w:jc w:val="both"/>
        <w:rPr>
          <w:rFonts w:ascii="Arial" w:eastAsiaTheme="minorEastAsia" w:hAnsi="Arial" w:cs="Arial"/>
          <w:b/>
          <w:bCs/>
          <w:color w:val="1D2128"/>
          <w:sz w:val="20"/>
          <w:szCs w:val="20"/>
        </w:rPr>
      </w:pPr>
    </w:p>
    <w:p w14:paraId="5A36EB7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7637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1D2128"/>
          <w:sz w:val="20"/>
          <w:szCs w:val="20"/>
        </w:rPr>
        <w:t xml:space="preserve">I.  </w:t>
      </w:r>
      <w:r w:rsidRPr="00CB7779">
        <w:rPr>
          <w:rFonts w:ascii="Arial" w:eastAsiaTheme="minorEastAsia" w:hAnsi="Arial" w:cs="Arial"/>
          <w:b/>
          <w:bCs/>
          <w:color w:val="1D2128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w w:val="102"/>
          <w:sz w:val="20"/>
          <w:szCs w:val="20"/>
        </w:rPr>
        <w:t>Training</w:t>
      </w:r>
    </w:p>
    <w:p w14:paraId="07F432F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3E52DA9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9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receive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copy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initiation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their employment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after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revisions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made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 the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HIP</w:t>
      </w:r>
      <w:r w:rsidRPr="00CB7779">
        <w:rPr>
          <w:rFonts w:ascii="Arial" w:eastAsiaTheme="minorEastAsia" w:hAnsi="Arial" w:cs="Arial"/>
          <w:color w:val="1D2128"/>
          <w:spacing w:val="-4"/>
          <w:w w:val="102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494B50"/>
          <w:w w:val="94"/>
          <w:sz w:val="20"/>
          <w:szCs w:val="20"/>
        </w:rPr>
        <w:t>.</w:t>
      </w:r>
    </w:p>
    <w:p w14:paraId="0B98653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706FB5B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7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9959B7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receive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training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contents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first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 an</w:t>
      </w: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post.</w:t>
      </w:r>
      <w:r w:rsidRPr="00CB7779">
        <w:rPr>
          <w:rFonts w:ascii="Arial" w:eastAsiaTheme="minorEastAsia" w:hAnsi="Arial" w:cs="Arial"/>
          <w:color w:val="1D21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 xml:space="preserve">receive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new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assigne</w:t>
      </w:r>
      <w:r w:rsidRPr="00CB7779">
        <w:rPr>
          <w:rFonts w:ascii="Arial" w:eastAsiaTheme="minorEastAsia" w:hAnsi="Arial" w:cs="Arial"/>
          <w:color w:val="1D2128"/>
          <w:spacing w:val="-5"/>
          <w:w w:val="102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383A3F"/>
          <w:w w:val="94"/>
          <w:sz w:val="20"/>
          <w:szCs w:val="20"/>
        </w:rPr>
        <w:t>.</w:t>
      </w:r>
    </w:p>
    <w:p w14:paraId="089AF2F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3B66C9B7" w14:textId="77777777" w:rsidR="00195649" w:rsidRDefault="00195649" w:rsidP="00195649">
      <w:pPr>
        <w:widowControl w:val="0"/>
        <w:autoSpaceDE w:val="0"/>
        <w:autoSpaceDN w:val="0"/>
        <w:adjustRightInd w:val="0"/>
        <w:ind w:right="53"/>
        <w:jc w:val="both"/>
        <w:rPr>
          <w:rFonts w:ascii="Arial" w:eastAsiaTheme="minorEastAsia" w:hAnsi="Arial" w:cs="Arial"/>
          <w:color w:val="1D2128"/>
          <w:w w:val="102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additio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North American Security And Investigations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receive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copy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Cal-OSHA's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pocket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pamphlet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w w:val="102"/>
          <w:sz w:val="20"/>
          <w:szCs w:val="20"/>
        </w:rPr>
        <w:t>entitled “Protect Yourself from Heat Illness” which to attached to HIPP as exhibit “A”</w:t>
      </w:r>
    </w:p>
    <w:p w14:paraId="715533D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53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6CB3A2F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1" w:lineRule="auto"/>
        <w:ind w:right="5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 heat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wave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days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exceeds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90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degree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Fahrenheit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site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add</w:t>
      </w:r>
      <w:r w:rsidRPr="00CB7779">
        <w:rPr>
          <w:rFonts w:ascii="Arial" w:eastAsiaTheme="minorEastAsia" w:hAnsi="Arial" w:cs="Arial"/>
          <w:color w:val="383A3F"/>
          <w:spacing w:val="-10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tional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review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information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 illness,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including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how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prevent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how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recognize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how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respond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suffers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f</w:t>
      </w:r>
      <w:r w:rsidRPr="00CB7779">
        <w:rPr>
          <w:rFonts w:ascii="Arial" w:eastAsiaTheme="minorEastAsia" w:hAnsi="Arial" w:cs="Arial"/>
          <w:color w:val="383A3F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om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D2128"/>
          <w:spacing w:val="3"/>
          <w:w w:val="10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94B50"/>
          <w:w w:val="70"/>
          <w:sz w:val="20"/>
          <w:szCs w:val="20"/>
        </w:rPr>
        <w:t>.</w:t>
      </w:r>
    </w:p>
    <w:p w14:paraId="427EC28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0" w:line="220" w:lineRule="exact"/>
        <w:rPr>
          <w:rFonts w:ascii="Arial" w:eastAsiaTheme="minorEastAsia" w:hAnsi="Arial" w:cs="Arial"/>
          <w:color w:val="000000"/>
        </w:rPr>
      </w:pPr>
    </w:p>
    <w:p w14:paraId="13FA94A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541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include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followin</w:t>
      </w:r>
      <w:r w:rsidRPr="00CB7779">
        <w:rPr>
          <w:rFonts w:ascii="Arial" w:eastAsiaTheme="minorEastAsia" w:hAnsi="Arial" w:cs="Arial"/>
          <w:color w:val="1D2128"/>
          <w:spacing w:val="2"/>
          <w:w w:val="102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494B50"/>
          <w:w w:val="94"/>
          <w:sz w:val="20"/>
          <w:szCs w:val="20"/>
        </w:rPr>
        <w:t>:</w:t>
      </w:r>
    </w:p>
    <w:p w14:paraId="0F26C1E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CE9D44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4367" w:firstLine="72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A. 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Importance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2"/>
          <w:w w:val="99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383A3F"/>
          <w:spacing w:val="6"/>
          <w:w w:val="92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evention</w:t>
      </w:r>
    </w:p>
    <w:p w14:paraId="11823A7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C0A567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1080" w:right="7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Heat-induced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occupational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illnesse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injuries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 reduced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productivity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occur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 excessive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hot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environment.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Heat-induced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disorders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include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transient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fatigu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94B50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ras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faintin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c</w:t>
      </w:r>
      <w:r w:rsidRPr="00CB7779">
        <w:rPr>
          <w:rFonts w:ascii="Arial" w:eastAsiaTheme="minorEastAsia" w:hAnsi="Arial" w:cs="Arial"/>
          <w:color w:val="383A3F"/>
          <w:spacing w:val="5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amps,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exhaustio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stroke.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Aside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these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dis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spacing w:val="1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der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94B50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poses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383A3F"/>
          <w:spacing w:val="7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eat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injuries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because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accidents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caused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by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slippery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palms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result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sweating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dizzines</w:t>
      </w:r>
      <w:r w:rsidRPr="00CB7779">
        <w:rPr>
          <w:rFonts w:ascii="Arial" w:eastAsiaTheme="minorEastAsia" w:hAnsi="Arial" w:cs="Arial"/>
          <w:color w:val="1D2128"/>
          <w:spacing w:val="3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94B50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94B50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Severe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burns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occur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 direct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result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accidental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83A3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surfaces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stea</w:t>
      </w:r>
      <w:r w:rsidRPr="00CB7779">
        <w:rPr>
          <w:rFonts w:ascii="Arial" w:eastAsiaTheme="minorEastAsia" w:hAnsi="Arial" w:cs="Arial"/>
          <w:color w:val="1D2128"/>
          <w:spacing w:val="2"/>
          <w:w w:val="102"/>
          <w:sz w:val="20"/>
          <w:szCs w:val="20"/>
        </w:rPr>
        <w:t>m</w:t>
      </w:r>
      <w:r w:rsidRPr="00CB7779">
        <w:rPr>
          <w:rFonts w:ascii="Arial" w:eastAsiaTheme="minorEastAsia" w:hAnsi="Arial" w:cs="Arial"/>
          <w:color w:val="383A3F"/>
          <w:w w:val="94"/>
          <w:sz w:val="20"/>
          <w:szCs w:val="20"/>
        </w:rPr>
        <w:t>.</w:t>
      </w:r>
    </w:p>
    <w:p w14:paraId="43A45F5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13EA37F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1080" w:right="5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8"/>
          <w:sz w:val="20"/>
          <w:szCs w:val="20"/>
        </w:rPr>
        <w:t>North American Security And Investigations</w:t>
      </w:r>
      <w:r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reco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383A3F"/>
          <w:spacing w:val="1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izes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isks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consequences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 excessive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temperatures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desires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its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8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 xml:space="preserve">in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posts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m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ortance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f</w:t>
      </w:r>
      <w:r w:rsidRPr="00CB7779">
        <w:rPr>
          <w:rFonts w:ascii="Arial" w:eastAsiaTheme="minorEastAsia" w:hAnsi="Arial" w:cs="Arial"/>
          <w:color w:val="383A3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preve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ing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-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related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D2128"/>
          <w:spacing w:val="3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010301"/>
          <w:w w:val="70"/>
          <w:sz w:val="20"/>
          <w:szCs w:val="20"/>
        </w:rPr>
        <w:t>.</w:t>
      </w:r>
    </w:p>
    <w:p w14:paraId="1B72C54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eastAsiaTheme="minorEastAsia" w:hAnsi="Arial" w:cs="Arial"/>
          <w:color w:val="000000"/>
        </w:rPr>
      </w:pPr>
    </w:p>
    <w:p w14:paraId="1D06B22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4543" w:firstLine="72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B. 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Elements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83A3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2"/>
          <w:w w:val="99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383A3F"/>
          <w:spacing w:val="6"/>
          <w:w w:val="92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eventi</w:t>
      </w:r>
      <w:r w:rsidRPr="00CB7779">
        <w:rPr>
          <w:rFonts w:ascii="Arial" w:eastAsiaTheme="minorEastAsia" w:hAnsi="Arial" w:cs="Arial"/>
          <w:color w:val="1D2128"/>
          <w:spacing w:val="3"/>
          <w:w w:val="102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w w:val="101"/>
          <w:sz w:val="20"/>
          <w:szCs w:val="20"/>
        </w:rPr>
        <w:t>n</w:t>
      </w:r>
    </w:p>
    <w:p w14:paraId="24EE0E1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BA036F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1080"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383A3F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83A3F"/>
          <w:spacing w:val="3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11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belo</w:t>
      </w:r>
      <w:r w:rsidRPr="00CB7779">
        <w:rPr>
          <w:rFonts w:ascii="Arial" w:eastAsiaTheme="minorEastAsia" w:hAnsi="Arial" w:cs="Arial"/>
          <w:color w:val="1D2128"/>
          <w:spacing w:val="-6"/>
          <w:w w:val="103"/>
          <w:sz w:val="20"/>
          <w:szCs w:val="20"/>
        </w:rPr>
        <w:t>w</w:t>
      </w:r>
      <w:r w:rsidRPr="00CB7779">
        <w:rPr>
          <w:rFonts w:ascii="Arial" w:eastAsiaTheme="minorEastAsia" w:hAnsi="Arial" w:cs="Arial"/>
          <w:color w:val="383A3F"/>
          <w:spacing w:val="1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)</w:t>
      </w:r>
    </w:p>
    <w:p w14:paraId="2C6A7A8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/>
        <w:ind w:right="-20" w:firstLine="108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>2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494B50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83A3F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1D2128"/>
          <w:spacing w:val="-11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383A3F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belo</w:t>
      </w:r>
      <w:r w:rsidRPr="00CB7779">
        <w:rPr>
          <w:rFonts w:ascii="Arial" w:eastAsiaTheme="minorEastAsia" w:hAnsi="Arial" w:cs="Arial"/>
          <w:color w:val="1D2128"/>
          <w:spacing w:val="-5"/>
          <w:w w:val="103"/>
          <w:sz w:val="20"/>
          <w:szCs w:val="20"/>
        </w:rPr>
        <w:t>w</w:t>
      </w:r>
      <w:r w:rsidRPr="00CB7779">
        <w:rPr>
          <w:rFonts w:ascii="Arial" w:eastAsiaTheme="minorEastAsia" w:hAnsi="Arial" w:cs="Arial"/>
          <w:color w:val="383A3F"/>
          <w:spacing w:val="1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w w:val="110"/>
          <w:sz w:val="20"/>
          <w:szCs w:val="20"/>
        </w:rPr>
        <w:t>)</w:t>
      </w:r>
    </w:p>
    <w:p w14:paraId="0BEC499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/>
        <w:ind w:right="-20" w:firstLine="108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>3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494B50"/>
          <w:spacing w:val="4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Acclimatiz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ion.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IV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below.)</w:t>
      </w:r>
    </w:p>
    <w:p w14:paraId="02D0F67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"/>
        <w:ind w:right="-20" w:firstLine="108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4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 xml:space="preserve">.  </w:t>
      </w:r>
      <w:r w:rsidRPr="00CB7779">
        <w:rPr>
          <w:rFonts w:ascii="Arial" w:eastAsiaTheme="minorEastAsia" w:hAnsi="Arial" w:cs="Arial"/>
          <w:color w:val="383A3F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Monitoring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Exposur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83A3F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>c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ion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V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belo</w:t>
      </w:r>
      <w:r w:rsidRPr="00CB7779">
        <w:rPr>
          <w:rFonts w:ascii="Arial" w:eastAsiaTheme="minorEastAsia" w:hAnsi="Arial" w:cs="Arial"/>
          <w:color w:val="1D2128"/>
          <w:spacing w:val="-5"/>
          <w:w w:val="103"/>
          <w:sz w:val="20"/>
          <w:szCs w:val="20"/>
        </w:rPr>
        <w:t>w</w:t>
      </w:r>
      <w:r w:rsidRPr="00CB7779">
        <w:rPr>
          <w:rFonts w:ascii="Arial" w:eastAsiaTheme="minorEastAsia" w:hAnsi="Arial" w:cs="Arial"/>
          <w:color w:val="383A3F"/>
          <w:spacing w:val="1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w w:val="110"/>
          <w:sz w:val="20"/>
          <w:szCs w:val="20"/>
        </w:rPr>
        <w:t>)</w:t>
      </w:r>
    </w:p>
    <w:p w14:paraId="258AD77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 w:line="491" w:lineRule="auto"/>
        <w:ind w:left="720" w:right="3042" w:firstLine="36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>5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 xml:space="preserve">.  </w:t>
      </w:r>
      <w:r w:rsidRPr="00CB7779">
        <w:rPr>
          <w:rFonts w:ascii="Arial" w:eastAsiaTheme="minorEastAsia" w:hAnsi="Arial" w:cs="Arial"/>
          <w:color w:val="494B50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Procedure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94B50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VI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belo</w:t>
      </w:r>
      <w:r w:rsidRPr="00CB7779">
        <w:rPr>
          <w:rFonts w:ascii="Arial" w:eastAsiaTheme="minorEastAsia" w:hAnsi="Arial" w:cs="Arial"/>
          <w:color w:val="1D2128"/>
          <w:spacing w:val="-5"/>
          <w:w w:val="103"/>
          <w:sz w:val="20"/>
          <w:szCs w:val="20"/>
        </w:rPr>
        <w:t>w</w:t>
      </w:r>
      <w:r w:rsidRPr="00CB7779">
        <w:rPr>
          <w:rFonts w:ascii="Arial" w:eastAsiaTheme="minorEastAsia" w:hAnsi="Arial" w:cs="Arial"/>
          <w:color w:val="383A3F"/>
          <w:spacing w:val="1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) C. </w:t>
      </w:r>
      <w:r w:rsidRPr="004D4D29">
        <w:rPr>
          <w:rFonts w:ascii="Arial" w:eastAsiaTheme="minorEastAsia" w:hAnsi="Arial" w:cs="Arial"/>
          <w:color w:val="1D2128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1D2128"/>
          <w:sz w:val="6"/>
          <w:szCs w:val="6"/>
        </w:rPr>
        <w:t xml:space="preserve">  </w:t>
      </w:r>
      <w:r w:rsidRPr="004D4D29">
        <w:rPr>
          <w:rFonts w:ascii="Arial" w:eastAsiaTheme="minorEastAsia" w:hAnsi="Arial" w:cs="Arial"/>
          <w:color w:val="1D2128"/>
          <w:spacing w:val="24"/>
          <w:sz w:val="6"/>
          <w:szCs w:val="6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Sym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383A3F"/>
          <w:spacing w:val="6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oms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83A3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Illness</w:t>
      </w:r>
    </w:p>
    <w:p w14:paraId="5A78D396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494B50"/>
          <w:w w:val="94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D2128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five</w:t>
      </w:r>
      <w:r w:rsidRPr="00CB7779">
        <w:rPr>
          <w:rFonts w:ascii="Arial" w:eastAsiaTheme="minorEastAsia" w:hAnsi="Arial" w:cs="Arial"/>
          <w:color w:val="1D21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categories</w:t>
      </w:r>
      <w:r w:rsidRPr="00CB7779">
        <w:rPr>
          <w:rFonts w:ascii="Arial" w:eastAsiaTheme="minorEastAsia" w:hAnsi="Arial" w:cs="Arial"/>
          <w:color w:val="1D2128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f</w:t>
      </w:r>
      <w:r w:rsidRPr="00CB7779">
        <w:rPr>
          <w:rFonts w:ascii="Arial" w:eastAsiaTheme="minorEastAsia" w:hAnsi="Arial" w:cs="Arial"/>
          <w:color w:val="383A3F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646466"/>
          <w:sz w:val="20"/>
          <w:szCs w:val="20"/>
        </w:rPr>
        <w:t>:</w:t>
      </w:r>
      <w:r w:rsidRPr="00CB7779">
        <w:rPr>
          <w:rFonts w:ascii="Arial" w:eastAsiaTheme="minorEastAsia" w:hAnsi="Arial" w:cs="Arial"/>
          <w:color w:val="646466"/>
          <w:spacing w:val="5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rok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383A3F"/>
          <w:spacing w:val="5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exhaustion,</w:t>
      </w:r>
      <w:r w:rsidRPr="00CB7779">
        <w:rPr>
          <w:rFonts w:ascii="Arial" w:eastAsiaTheme="minorEastAsia" w:hAnsi="Arial" w:cs="Arial"/>
          <w:color w:val="1D2128"/>
          <w:spacing w:val="5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heat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cramps</w:t>
      </w:r>
      <w:r w:rsidRPr="00CB7779">
        <w:rPr>
          <w:rFonts w:ascii="Arial" w:eastAsiaTheme="minorEastAsia" w:hAnsi="Arial" w:cs="Arial"/>
          <w:color w:val="383A3F"/>
          <w:w w:val="88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fainting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ras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94B50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five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="004C6146" w:rsidRPr="00CB7779">
        <w:rPr>
          <w:rFonts w:ascii="Arial" w:eastAsiaTheme="minorEastAsia" w:hAnsi="Arial" w:cs="Arial"/>
          <w:color w:val="1D2128"/>
          <w:sz w:val="20"/>
          <w:szCs w:val="20"/>
        </w:rPr>
        <w:t>categories</w:t>
      </w:r>
      <w:r w:rsidR="004C6146"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="00737FC5">
        <w:rPr>
          <w:rFonts w:ascii="Arial" w:eastAsiaTheme="minorEastAsia" w:hAnsi="Arial" w:cs="Arial"/>
          <w:color w:val="1D2128"/>
          <w:spacing w:val="5"/>
          <w:sz w:val="20"/>
          <w:szCs w:val="20"/>
        </w:rPr>
        <w:t>indicate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responding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properly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to </w:t>
      </w:r>
      <w:r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and </w:t>
      </w:r>
      <w:r>
        <w:rPr>
          <w:rFonts w:ascii="Arial" w:eastAsiaTheme="minorEastAsia" w:hAnsi="Arial" w:cs="Arial"/>
          <w:color w:val="1D2128"/>
          <w:sz w:val="20"/>
          <w:szCs w:val="20"/>
        </w:rPr>
        <w:t xml:space="preserve">an immediate and appropriate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response </w:t>
      </w:r>
      <w:r>
        <w:rPr>
          <w:rFonts w:ascii="Arial" w:eastAsiaTheme="minorEastAsia" w:hAnsi="Arial" w:cs="Arial"/>
          <w:color w:val="1D2128"/>
          <w:sz w:val="20"/>
          <w:szCs w:val="20"/>
        </w:rPr>
        <w:t xml:space="preserve">should take </w:t>
      </w:r>
      <w:r w:rsidRPr="00CB7779">
        <w:rPr>
          <w:rFonts w:ascii="Arial" w:eastAsiaTheme="minorEastAsia" w:hAnsi="Arial" w:cs="Arial"/>
          <w:color w:val="1D2128"/>
          <w:w w:val="104"/>
          <w:sz w:val="20"/>
          <w:szCs w:val="20"/>
        </w:rPr>
        <w:t xml:space="preserve">are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implemente</w:t>
      </w:r>
      <w:r w:rsidRPr="00CB7779">
        <w:rPr>
          <w:rFonts w:ascii="Arial" w:eastAsiaTheme="minorEastAsia" w:hAnsi="Arial" w:cs="Arial"/>
          <w:color w:val="1D2128"/>
          <w:spacing w:val="-10"/>
          <w:w w:val="103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94B50"/>
          <w:w w:val="94"/>
          <w:sz w:val="20"/>
          <w:szCs w:val="20"/>
        </w:rPr>
        <w:t>.</w:t>
      </w:r>
    </w:p>
    <w:p w14:paraId="685A0CCA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61A97F6B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3E8A0423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4FCD8B81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1B6DB712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5B14F3E5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4DDD8789" w14:textId="77777777" w:rsidR="00195649" w:rsidRDefault="004C6146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000000"/>
          <w:sz w:val="20"/>
          <w:szCs w:val="20"/>
        </w:rPr>
        <w:lastRenderedPageBreak/>
        <w:t>I</w:t>
      </w:r>
      <w:r w:rsidR="00195649">
        <w:rPr>
          <w:rFonts w:ascii="Arial" w:eastAsiaTheme="minorEastAsia" w:hAnsi="Arial" w:cs="Arial"/>
          <w:color w:val="000000"/>
          <w:sz w:val="20"/>
          <w:szCs w:val="20"/>
        </w:rPr>
        <w:t xml:space="preserve">.    </w:t>
      </w:r>
      <w:r w:rsidR="00195649" w:rsidRPr="004C3F0D">
        <w:rPr>
          <w:rFonts w:ascii="Arial" w:eastAsiaTheme="minorEastAsia" w:hAnsi="Arial" w:cs="Arial"/>
          <w:color w:val="000000"/>
          <w:sz w:val="6"/>
          <w:szCs w:val="6"/>
        </w:rPr>
        <w:t xml:space="preserve">  </w:t>
      </w:r>
      <w:r w:rsidR="00195649">
        <w:rPr>
          <w:rFonts w:ascii="Arial" w:eastAsiaTheme="minorEastAsia" w:hAnsi="Arial" w:cs="Arial"/>
          <w:color w:val="000000"/>
          <w:sz w:val="6"/>
          <w:szCs w:val="6"/>
        </w:rPr>
        <w:t xml:space="preserve"> </w:t>
      </w:r>
      <w:r w:rsidR="00195649">
        <w:rPr>
          <w:rFonts w:ascii="Arial" w:eastAsiaTheme="minorEastAsia" w:hAnsi="Arial" w:cs="Arial"/>
          <w:color w:val="000000"/>
          <w:sz w:val="20"/>
          <w:szCs w:val="20"/>
        </w:rPr>
        <w:t>Heat Stroke</w:t>
      </w:r>
    </w:p>
    <w:p w14:paraId="46A5697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52CBB3C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720" w:right="73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stroke,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most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serious</w:t>
      </w:r>
      <w:r w:rsidRPr="00CB7779">
        <w:rPr>
          <w:rFonts w:ascii="Arial" w:eastAsiaTheme="minorEastAsia" w:hAnsi="Arial" w:cs="Arial"/>
          <w:color w:val="1C1F26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problem</w:t>
      </w:r>
      <w:r w:rsidRPr="00CB7779">
        <w:rPr>
          <w:rFonts w:ascii="Arial" w:eastAsiaTheme="minorEastAsia" w:hAnsi="Arial" w:cs="Arial"/>
          <w:color w:val="1C1F26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6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workers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hot</w:t>
      </w:r>
      <w:r w:rsidRPr="00CB7779">
        <w:rPr>
          <w:rFonts w:ascii="Arial" w:eastAsiaTheme="minorEastAsia" w:hAnsi="Arial" w:cs="Arial"/>
          <w:color w:val="1C1F26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environments,</w:t>
      </w:r>
      <w:r w:rsidRPr="00CB7779">
        <w:rPr>
          <w:rFonts w:ascii="Arial" w:eastAsiaTheme="minorEastAsia" w:hAnsi="Arial" w:cs="Arial"/>
          <w:color w:val="1C1F26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4"/>
          <w:sz w:val="20"/>
          <w:szCs w:val="20"/>
        </w:rPr>
        <w:t xml:space="preserve">is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caused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by the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failure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body's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internal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mechanism</w:t>
      </w:r>
      <w:r w:rsidRPr="00CB7779">
        <w:rPr>
          <w:rFonts w:ascii="Arial" w:eastAsiaTheme="minorEastAsia" w:hAnsi="Arial" w:cs="Arial"/>
          <w:color w:val="1C1F26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regulate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its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core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temperature.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Sweating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stops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-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</w:t>
      </w:r>
      <w:r w:rsidRPr="00CB7779">
        <w:rPr>
          <w:rFonts w:ascii="Arial" w:eastAsiaTheme="minorEastAsia" w:hAnsi="Arial" w:cs="Arial"/>
          <w:color w:val="1C1F26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longer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rid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itself</w:t>
      </w:r>
      <w:r w:rsidRPr="00CB7779">
        <w:rPr>
          <w:rFonts w:ascii="Arial" w:eastAsiaTheme="minorEastAsia" w:hAnsi="Arial" w:cs="Arial"/>
          <w:color w:val="1C1F26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excess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heat.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 person</w:t>
      </w:r>
      <w:r w:rsidRPr="00CB7779">
        <w:rPr>
          <w:rFonts w:ascii="Arial" w:eastAsiaTheme="minorEastAsia" w:hAnsi="Arial" w:cs="Arial"/>
          <w:color w:val="1C1F26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suffering</w:t>
      </w:r>
      <w:r w:rsidRPr="00CB7779">
        <w:rPr>
          <w:rFonts w:ascii="Arial" w:eastAsiaTheme="minorEastAsia" w:hAnsi="Arial" w:cs="Arial"/>
          <w:color w:val="1C1F26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stroke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needs</w:t>
      </w:r>
      <w:r w:rsidRPr="00CB7779">
        <w:rPr>
          <w:rFonts w:ascii="Arial" w:eastAsiaTheme="minorEastAsia" w:hAnsi="Arial" w:cs="Arial"/>
          <w:color w:val="1C1F26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immediate</w:t>
      </w:r>
      <w:r w:rsidRPr="00CB7779">
        <w:rPr>
          <w:rFonts w:ascii="Arial" w:eastAsiaTheme="minorEastAsia" w:hAnsi="Arial" w:cs="Arial"/>
          <w:color w:val="1C1F26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C1F26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attentio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B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Victims</w:t>
      </w:r>
      <w:r w:rsidRPr="00CB7779">
        <w:rPr>
          <w:rFonts w:ascii="Arial" w:eastAsiaTheme="minorEastAsia" w:hAnsi="Arial" w:cs="Arial"/>
          <w:color w:val="1C1F26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 heat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stroke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die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unless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treated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promptly.</w:t>
      </w:r>
    </w:p>
    <w:p w14:paraId="6BBC9FF3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8" w:lineRule="exact"/>
        <w:ind w:left="720" w:right="488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stroke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include:</w:t>
      </w:r>
    </w:p>
    <w:p w14:paraId="3E511222" w14:textId="77777777" w:rsidR="00195649" w:rsidRDefault="00195649" w:rsidP="00195649">
      <w:pPr>
        <w:widowControl w:val="0"/>
        <w:autoSpaceDE w:val="0"/>
        <w:autoSpaceDN w:val="0"/>
        <w:adjustRightInd w:val="0"/>
        <w:spacing w:before="8" w:line="243" w:lineRule="auto"/>
        <w:ind w:right="583" w:firstLine="720"/>
        <w:rPr>
          <w:rFonts w:ascii="Arial" w:eastAsiaTheme="minorEastAsia" w:hAnsi="Arial" w:cs="Arial"/>
          <w:color w:val="1C1F26"/>
          <w:w w:val="101"/>
          <w:sz w:val="20"/>
          <w:szCs w:val="20"/>
        </w:rPr>
      </w:pPr>
      <w:r w:rsidRPr="004E657A">
        <w:rPr>
          <w:rFonts w:ascii="Arial" w:eastAsiaTheme="minorEastAsia" w:hAnsi="Arial" w:cs="Arial"/>
          <w:color w:val="1C1F26"/>
          <w:sz w:val="16"/>
          <w:szCs w:val="16"/>
        </w:rPr>
        <w:sym w:font="Wingdings 2" w:char="F097"/>
      </w:r>
      <w:r>
        <w:rPr>
          <w:rFonts w:ascii="Arial" w:eastAsiaTheme="minorEastAsia" w:hAnsi="Arial" w:cs="Arial"/>
          <w:color w:val="1C1F26"/>
          <w:sz w:val="16"/>
          <w:szCs w:val="16"/>
        </w:rPr>
        <w:t xml:space="preserve"> 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Mental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confusion,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deliriu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>m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loss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consciousness,</w:t>
      </w:r>
      <w:r w:rsidRPr="00CB7779">
        <w:rPr>
          <w:rFonts w:ascii="Arial" w:eastAsiaTheme="minorEastAsia" w:hAnsi="Arial" w:cs="Arial"/>
          <w:color w:val="1C1F26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convulsions</w:t>
      </w:r>
      <w:r w:rsidRPr="00CB7779">
        <w:rPr>
          <w:rFonts w:ascii="Arial" w:eastAsiaTheme="minorEastAsia" w:hAnsi="Arial" w:cs="Arial"/>
          <w:color w:val="1C1F26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coma; </w:t>
      </w:r>
    </w:p>
    <w:p w14:paraId="473168B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 w:line="243" w:lineRule="auto"/>
        <w:ind w:right="583" w:firstLine="720"/>
        <w:rPr>
          <w:rFonts w:ascii="Arial" w:eastAsiaTheme="minorEastAsia" w:hAnsi="Arial" w:cs="Arial"/>
          <w:color w:val="000000"/>
          <w:sz w:val="20"/>
          <w:szCs w:val="20"/>
        </w:rPr>
      </w:pPr>
      <w:r w:rsidRPr="004E657A">
        <w:rPr>
          <w:rFonts w:ascii="Arial" w:eastAsiaTheme="minorEastAsia" w:hAnsi="Arial" w:cs="Arial"/>
          <w:color w:val="1C1F26"/>
          <w:sz w:val="16"/>
          <w:szCs w:val="16"/>
        </w:rPr>
        <w:sym w:font="Wingdings 2" w:char="F097"/>
      </w:r>
      <w:r>
        <w:rPr>
          <w:rFonts w:ascii="Arial" w:eastAsiaTheme="minorEastAsia" w:hAnsi="Arial" w:cs="Arial"/>
          <w:color w:val="1C1F26"/>
          <w:sz w:val="16"/>
          <w:szCs w:val="16"/>
        </w:rPr>
        <w:t xml:space="preserve"> 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 body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106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degrees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Fahrenheit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higher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;</w:t>
      </w:r>
      <w:r w:rsidRPr="00CB7779">
        <w:rPr>
          <w:rFonts w:ascii="Arial" w:eastAsiaTheme="minorEastAsia" w:hAnsi="Arial" w:cs="Arial"/>
          <w:color w:val="46464B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>and</w:t>
      </w:r>
    </w:p>
    <w:p w14:paraId="4D8AD719" w14:textId="77777777" w:rsidR="00195649" w:rsidRDefault="00195649" w:rsidP="00195649">
      <w:pPr>
        <w:widowControl w:val="0"/>
        <w:tabs>
          <w:tab w:val="left" w:pos="1880"/>
        </w:tabs>
        <w:autoSpaceDE w:val="0"/>
        <w:autoSpaceDN w:val="0"/>
        <w:adjustRightInd w:val="0"/>
        <w:spacing w:line="491" w:lineRule="auto"/>
        <w:ind w:left="720" w:right="2513"/>
        <w:rPr>
          <w:rFonts w:ascii="Arial" w:eastAsiaTheme="minorEastAsia" w:hAnsi="Arial" w:cs="Arial"/>
          <w:color w:val="1C1F26"/>
          <w:w w:val="101"/>
          <w:sz w:val="20"/>
          <w:szCs w:val="20"/>
        </w:rPr>
      </w:pPr>
      <w:r w:rsidRPr="004E657A">
        <w:rPr>
          <w:rFonts w:ascii="Arial" w:eastAsiaTheme="minorEastAsia" w:hAnsi="Arial" w:cs="Arial"/>
          <w:color w:val="1C1F26"/>
          <w:sz w:val="16"/>
          <w:szCs w:val="16"/>
        </w:rPr>
        <w:sym w:font="Wingdings 2" w:char="F097"/>
      </w:r>
      <w:r>
        <w:rPr>
          <w:rFonts w:ascii="Arial" w:eastAsiaTheme="minorEastAsia" w:hAnsi="Arial" w:cs="Arial"/>
          <w:color w:val="1C1F26"/>
          <w:sz w:val="16"/>
          <w:szCs w:val="16"/>
        </w:rPr>
        <w:t xml:space="preserve"> 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Hot,</w:t>
      </w:r>
      <w:r w:rsidRPr="00CB7779">
        <w:rPr>
          <w:rFonts w:ascii="Arial" w:eastAsiaTheme="minorEastAsia" w:hAnsi="Arial" w:cs="Arial"/>
          <w:color w:val="1C1F26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dry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ski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red,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mottled,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bluish. </w:t>
      </w:r>
    </w:p>
    <w:p w14:paraId="626AB0C6" w14:textId="77777777" w:rsidR="00195649" w:rsidRPr="00CB7779" w:rsidRDefault="00195649" w:rsidP="00195649">
      <w:pPr>
        <w:widowControl w:val="0"/>
        <w:tabs>
          <w:tab w:val="left" w:pos="1880"/>
        </w:tabs>
        <w:autoSpaceDE w:val="0"/>
        <w:autoSpaceDN w:val="0"/>
        <w:adjustRightInd w:val="0"/>
        <w:spacing w:line="491" w:lineRule="auto"/>
        <w:ind w:left="990" w:right="2513" w:hanging="2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ii.</w:t>
      </w:r>
      <w:r>
        <w:rPr>
          <w:rFonts w:ascii="Arial" w:eastAsiaTheme="minorEastAsia" w:hAnsi="Arial" w:cs="Arial"/>
          <w:color w:val="1C1F26"/>
          <w:sz w:val="20"/>
          <w:szCs w:val="20"/>
        </w:rPr>
        <w:t xml:space="preserve">   </w:t>
      </w:r>
      <w:r w:rsidRPr="004E657A">
        <w:rPr>
          <w:rFonts w:ascii="Arial" w:eastAsiaTheme="minorEastAsia" w:hAnsi="Arial" w:cs="Arial"/>
          <w:color w:val="1C1F26"/>
          <w:sz w:val="2"/>
          <w:szCs w:val="2"/>
        </w:rPr>
        <w:t xml:space="preserve">  </w:t>
      </w:r>
      <w:r>
        <w:rPr>
          <w:rFonts w:ascii="Arial" w:eastAsiaTheme="minorEastAsia" w:hAnsi="Arial" w:cs="Arial"/>
          <w:color w:val="1C1F26"/>
          <w:spacing w:val="14"/>
          <w:sz w:val="20"/>
          <w:szCs w:val="20"/>
        </w:rPr>
        <w:t>Heat E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xhaustion.</w:t>
      </w:r>
    </w:p>
    <w:p w14:paraId="320C7BD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45" w:lineRule="auto"/>
        <w:ind w:left="720" w:right="8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exhaustion</w:t>
      </w:r>
      <w:r w:rsidRPr="00CB7779">
        <w:rPr>
          <w:rFonts w:ascii="Arial" w:eastAsiaTheme="minorEastAsia" w:hAnsi="Arial" w:cs="Arial"/>
          <w:color w:val="1C1F26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results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loss</w:t>
      </w:r>
      <w:r w:rsidRPr="00CB7779">
        <w:rPr>
          <w:rFonts w:ascii="Arial" w:eastAsiaTheme="minorEastAsia" w:hAnsi="Arial" w:cs="Arial"/>
          <w:color w:val="1C1F26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fluid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through</w:t>
      </w:r>
      <w:r w:rsidRPr="00CB7779">
        <w:rPr>
          <w:rFonts w:ascii="Arial" w:eastAsiaTheme="minorEastAsia" w:hAnsi="Arial" w:cs="Arial"/>
          <w:color w:val="1C1F26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sweating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6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</w:t>
      </w:r>
      <w:r w:rsidRPr="00CB7779">
        <w:rPr>
          <w:rFonts w:ascii="Arial" w:eastAsiaTheme="minorEastAsia" w:hAnsi="Arial" w:cs="Arial"/>
          <w:color w:val="1C1F26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has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failed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enough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fluids</w:t>
      </w:r>
      <w:r w:rsidRPr="00CB7779">
        <w:rPr>
          <w:rFonts w:ascii="Arial" w:eastAsiaTheme="minorEastAsia" w:hAnsi="Arial" w:cs="Arial"/>
          <w:color w:val="1C1F26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take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enough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sal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bot</w:t>
      </w:r>
      <w:r w:rsidRPr="00CB7779">
        <w:rPr>
          <w:rFonts w:ascii="Arial" w:eastAsiaTheme="minorEastAsia" w:hAnsi="Arial" w:cs="Arial"/>
          <w:color w:val="1C1F26"/>
          <w:spacing w:val="1"/>
          <w:w w:val="102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674B62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674B62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</w:t>
      </w:r>
      <w:r w:rsidRPr="00CB7779">
        <w:rPr>
          <w:rFonts w:ascii="Arial" w:eastAsiaTheme="minorEastAsia" w:hAnsi="Arial" w:cs="Arial"/>
          <w:color w:val="1C1F26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 exhaustion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still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sweats,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but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experiences</w:t>
      </w:r>
      <w:r w:rsidRPr="00CB7779">
        <w:rPr>
          <w:rFonts w:ascii="Arial" w:eastAsiaTheme="minorEastAsia" w:hAnsi="Arial" w:cs="Arial"/>
          <w:color w:val="1C1F26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extreme</w:t>
      </w:r>
      <w:r w:rsidRPr="00CB7779">
        <w:rPr>
          <w:rFonts w:ascii="Arial" w:eastAsiaTheme="minorEastAsia" w:hAnsi="Arial" w:cs="Arial"/>
          <w:color w:val="1C1F26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weakness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fatigue,</w:t>
      </w:r>
      <w:r w:rsidRPr="00CB7779">
        <w:rPr>
          <w:rFonts w:ascii="Arial" w:eastAsiaTheme="minorEastAsia" w:hAnsi="Arial" w:cs="Arial"/>
          <w:color w:val="2F313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giddiness,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nause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headach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5E5E6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5E5E60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F313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skin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is clammy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moist,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complexion</w:t>
      </w:r>
      <w:r w:rsidRPr="00CB7779">
        <w:rPr>
          <w:rFonts w:ascii="Arial" w:eastAsiaTheme="minorEastAsia" w:hAnsi="Arial" w:cs="Arial"/>
          <w:color w:val="1C1F26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pale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or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flushed,</w:t>
      </w:r>
      <w:r w:rsidRPr="00CB7779">
        <w:rPr>
          <w:rFonts w:ascii="Arial" w:eastAsiaTheme="minorEastAsia" w:hAnsi="Arial" w:cs="Arial"/>
          <w:color w:val="1C1F26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C1F26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C1F26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normal</w:t>
      </w:r>
      <w:r w:rsidRPr="00CB7779">
        <w:rPr>
          <w:rFonts w:ascii="Arial" w:eastAsiaTheme="minorEastAsia" w:hAnsi="Arial" w:cs="Arial"/>
          <w:color w:val="1C1F26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slightly</w:t>
      </w:r>
      <w:r w:rsidRPr="00CB7779">
        <w:rPr>
          <w:rFonts w:ascii="Arial" w:eastAsiaTheme="minorEastAsia" w:hAnsi="Arial" w:cs="Arial"/>
          <w:color w:val="1C1F26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3"/>
          <w:sz w:val="20"/>
          <w:szCs w:val="20"/>
        </w:rPr>
        <w:t>highe</w:t>
      </w:r>
      <w:r w:rsidRPr="00CB7779">
        <w:rPr>
          <w:rFonts w:ascii="Arial" w:eastAsiaTheme="minorEastAsia" w:hAnsi="Arial" w:cs="Arial"/>
          <w:color w:val="1C1F26"/>
          <w:spacing w:val="3"/>
          <w:w w:val="103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93B31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93B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93B31"/>
          <w:spacing w:val="-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C1F26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suffering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exhaustion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needs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immediate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attentio</w:t>
      </w:r>
      <w:r w:rsidRPr="00CB7779">
        <w:rPr>
          <w:rFonts w:ascii="Arial" w:eastAsiaTheme="minorEastAsia" w:hAnsi="Arial" w:cs="Arial"/>
          <w:color w:val="1C1F26"/>
          <w:spacing w:val="-5"/>
          <w:w w:val="102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5E5E60"/>
          <w:w w:val="94"/>
          <w:sz w:val="20"/>
          <w:szCs w:val="20"/>
        </w:rPr>
        <w:t>.</w:t>
      </w:r>
    </w:p>
    <w:p w14:paraId="23F7ADC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20" w:lineRule="exact"/>
        <w:ind w:left="720"/>
        <w:rPr>
          <w:rFonts w:ascii="Arial" w:eastAsiaTheme="minorEastAsia" w:hAnsi="Arial" w:cs="Arial"/>
          <w:color w:val="000000"/>
        </w:rPr>
      </w:pPr>
    </w:p>
    <w:p w14:paraId="6FD1F6B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720" w:right="4459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exhaustion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w w:val="101"/>
          <w:sz w:val="20"/>
          <w:szCs w:val="20"/>
        </w:rPr>
        <w:t>include:</w:t>
      </w:r>
    </w:p>
    <w:p w14:paraId="64F1D0DF" w14:textId="77777777" w:rsidR="00195649" w:rsidRDefault="00195649" w:rsidP="00195649">
      <w:pPr>
        <w:widowControl w:val="0"/>
        <w:autoSpaceDE w:val="0"/>
        <w:autoSpaceDN w:val="0"/>
        <w:adjustRightInd w:val="0"/>
        <w:spacing w:before="8" w:line="243" w:lineRule="auto"/>
        <w:ind w:left="720" w:right="64"/>
        <w:jc w:val="both"/>
        <w:rPr>
          <w:rFonts w:ascii="Arial" w:eastAsiaTheme="minorEastAsia" w:hAnsi="Arial" w:cs="Arial"/>
          <w:color w:val="1C1F26"/>
          <w:w w:val="102"/>
          <w:sz w:val="20"/>
          <w:szCs w:val="20"/>
        </w:rPr>
      </w:pPr>
      <w:r w:rsidRPr="004E657A">
        <w:rPr>
          <w:rFonts w:ascii="Arial" w:eastAsiaTheme="minorEastAsia" w:hAnsi="Arial" w:cs="Arial"/>
          <w:color w:val="1C1F26"/>
          <w:sz w:val="16"/>
          <w:szCs w:val="16"/>
        </w:rPr>
        <w:sym w:font="Wingdings 2" w:char="F097"/>
      </w:r>
      <w:r>
        <w:rPr>
          <w:rFonts w:ascii="Arial" w:eastAsiaTheme="minorEastAsia" w:hAnsi="Arial" w:cs="Arial"/>
          <w:color w:val="1C1F26"/>
          <w:sz w:val="16"/>
          <w:szCs w:val="16"/>
        </w:rPr>
        <w:t xml:space="preserve"> </w:t>
      </w:r>
      <w:r w:rsidRPr="004E657A">
        <w:rPr>
          <w:rFonts w:ascii="Arial" w:eastAsiaTheme="minorEastAsia" w:hAnsi="Arial" w:cs="Arial"/>
          <w:color w:val="1C1F26"/>
          <w:sz w:val="10"/>
          <w:szCs w:val="10"/>
        </w:rPr>
        <w:t xml:space="preserve"> </w:t>
      </w:r>
      <w:r>
        <w:rPr>
          <w:rFonts w:ascii="Arial" w:eastAsiaTheme="minorEastAsia" w:hAnsi="Arial" w:cs="Arial"/>
          <w:color w:val="1C1F26"/>
          <w:sz w:val="10"/>
          <w:szCs w:val="10"/>
        </w:rPr>
        <w:t xml:space="preserve">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Heavy</w:t>
      </w:r>
      <w:r w:rsidRPr="00CB7779">
        <w:rPr>
          <w:rFonts w:ascii="Arial" w:eastAsiaTheme="minorEastAsia" w:hAnsi="Arial" w:cs="Arial"/>
          <w:color w:val="1C1F26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sweatin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fatigue,</w:t>
      </w:r>
      <w:r w:rsidRPr="00CB7779">
        <w:rPr>
          <w:rFonts w:ascii="Arial" w:eastAsiaTheme="minorEastAsia" w:hAnsi="Arial" w:cs="Arial"/>
          <w:color w:val="1C1F26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dizziness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cramps,</w:t>
      </w:r>
      <w:r w:rsidRPr="00CB7779">
        <w:rPr>
          <w:rFonts w:ascii="Arial" w:eastAsiaTheme="minorEastAsia" w:hAnsi="Arial" w:cs="Arial"/>
          <w:color w:val="1C1F26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rapid</w:t>
      </w:r>
      <w:r w:rsidRPr="00CB7779">
        <w:rPr>
          <w:rFonts w:ascii="Arial" w:eastAsiaTheme="minorEastAsia" w:hAnsi="Arial" w:cs="Arial"/>
          <w:color w:val="2F313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puls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headache,</w:t>
      </w:r>
      <w:r w:rsidRPr="00CB7779">
        <w:rPr>
          <w:rFonts w:ascii="Arial" w:eastAsiaTheme="minorEastAsia" w:hAnsi="Arial" w:cs="Arial"/>
          <w:color w:val="1C1F26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nausea </w:t>
      </w:r>
    </w:p>
    <w:p w14:paraId="2BE6DC7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 w:line="243" w:lineRule="auto"/>
        <w:ind w:left="720" w:right="6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C1F26"/>
          <w:sz w:val="20"/>
          <w:szCs w:val="20"/>
        </w:rPr>
        <w:t xml:space="preserve">     a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nd</w:t>
      </w:r>
      <w:r>
        <w:rPr>
          <w:rFonts w:ascii="Arial" w:eastAsiaTheme="minorEastAsia" w:hAnsi="Arial" w:cs="Arial"/>
          <w:color w:val="1C1F26"/>
          <w:sz w:val="20"/>
          <w:szCs w:val="20"/>
        </w:rPr>
        <w:t xml:space="preserve"> v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omiting.</w:t>
      </w:r>
    </w:p>
    <w:p w14:paraId="52A5B3A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39EACEE3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5756" w:firstLine="77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C1F26"/>
          <w:sz w:val="20"/>
          <w:szCs w:val="20"/>
        </w:rPr>
        <w:t xml:space="preserve">iii.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Cramps.</w:t>
      </w:r>
    </w:p>
    <w:p w14:paraId="000FA88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73C19A4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990" w:right="7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cramps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painful spasms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muscles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are caused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workers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large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quantities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but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fail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replace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bodies'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salt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los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B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Tired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muscles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used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tor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performing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usually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ones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most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susceptible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>cramp</w:t>
      </w:r>
      <w:r w:rsidRPr="00CB7779">
        <w:rPr>
          <w:rFonts w:ascii="Arial" w:eastAsiaTheme="minorEastAsia" w:hAnsi="Arial" w:cs="Arial"/>
          <w:color w:val="1C1F26"/>
          <w:spacing w:val="-2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B"/>
          <w:w w:val="94"/>
          <w:sz w:val="20"/>
          <w:szCs w:val="20"/>
        </w:rPr>
        <w:t>.</w:t>
      </w:r>
    </w:p>
    <w:p w14:paraId="6549C34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20" w:lineRule="exact"/>
        <w:ind w:left="720"/>
        <w:rPr>
          <w:rFonts w:ascii="Arial" w:eastAsiaTheme="minorEastAsia" w:hAnsi="Arial" w:cs="Arial"/>
          <w:color w:val="000000"/>
        </w:rPr>
      </w:pPr>
    </w:p>
    <w:p w14:paraId="59D58F13" w14:textId="77777777" w:rsidR="00195649" w:rsidRPr="00CB7779" w:rsidRDefault="00195649" w:rsidP="00195649">
      <w:pPr>
        <w:widowControl w:val="0"/>
        <w:tabs>
          <w:tab w:val="left" w:pos="1880"/>
        </w:tabs>
        <w:autoSpaceDE w:val="0"/>
        <w:autoSpaceDN w:val="0"/>
        <w:adjustRightInd w:val="0"/>
        <w:ind w:left="770"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C1F26"/>
          <w:sz w:val="20"/>
          <w:szCs w:val="20"/>
        </w:rPr>
        <w:t xml:space="preserve">iv.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Fainting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Syncope.</w:t>
      </w:r>
    </w:p>
    <w:p w14:paraId="70DEB7A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40" w:lineRule="exact"/>
        <w:ind w:left="770"/>
        <w:rPr>
          <w:rFonts w:ascii="Arial" w:eastAsiaTheme="minorEastAsia" w:hAnsi="Arial" w:cs="Arial"/>
          <w:color w:val="000000"/>
          <w:sz w:val="24"/>
          <w:szCs w:val="24"/>
        </w:rPr>
      </w:pPr>
    </w:p>
    <w:p w14:paraId="2B383CC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8" w:lineRule="exact"/>
        <w:ind w:left="990" w:right="6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Fainting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(heat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syncope)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problem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who is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acclimated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5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hot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environment</w:t>
      </w:r>
      <w:r w:rsidRPr="00CB7779">
        <w:rPr>
          <w:rFonts w:ascii="Arial" w:eastAsiaTheme="minorEastAsia" w:hAnsi="Arial" w:cs="Arial"/>
          <w:color w:val="1C1F26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simply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stands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still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heat.</w:t>
      </w:r>
    </w:p>
    <w:p w14:paraId="2780D10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ind w:left="990"/>
        <w:rPr>
          <w:rFonts w:ascii="Arial" w:eastAsiaTheme="minorEastAsia" w:hAnsi="Arial" w:cs="Arial"/>
          <w:color w:val="000000"/>
        </w:rPr>
      </w:pPr>
    </w:p>
    <w:p w14:paraId="13DEA8A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990" w:right="5996" w:hanging="22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>v</w:t>
      </w:r>
      <w:r>
        <w:rPr>
          <w:rFonts w:ascii="Arial" w:eastAsiaTheme="minorEastAsia" w:hAnsi="Arial" w:cs="Arial"/>
          <w:color w:val="46464B"/>
          <w:sz w:val="20"/>
          <w:szCs w:val="20"/>
        </w:rPr>
        <w:t xml:space="preserve">. 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Rash.</w:t>
      </w:r>
    </w:p>
    <w:p w14:paraId="5FF88BE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ind w:left="990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D1BB4B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4" w:lineRule="auto"/>
        <w:ind w:left="990" w:right="6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rash,</w:t>
      </w:r>
      <w:r w:rsidRPr="00CB7779">
        <w:rPr>
          <w:rFonts w:ascii="Arial" w:eastAsiaTheme="minorEastAsia" w:hAnsi="Arial" w:cs="Arial"/>
          <w:color w:val="1C1F26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C1F26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known</w:t>
      </w:r>
      <w:r w:rsidRPr="00CB7779">
        <w:rPr>
          <w:rFonts w:ascii="Arial" w:eastAsiaTheme="minorEastAsia" w:hAnsi="Arial" w:cs="Arial"/>
          <w:color w:val="1C1F26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C1F26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prickly</w:t>
      </w:r>
      <w:r w:rsidRPr="00CB7779">
        <w:rPr>
          <w:rFonts w:ascii="Arial" w:eastAsiaTheme="minorEastAsia" w:hAnsi="Arial" w:cs="Arial"/>
          <w:color w:val="1C1F26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C1F26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occur</w:t>
      </w:r>
      <w:r w:rsidRPr="00CB7779">
        <w:rPr>
          <w:rFonts w:ascii="Arial" w:eastAsiaTheme="minorEastAsia" w:hAnsi="Arial" w:cs="Arial"/>
          <w:color w:val="1C1F26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ho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humid</w:t>
      </w:r>
      <w:r w:rsidRPr="00CB7779">
        <w:rPr>
          <w:rFonts w:ascii="Arial" w:eastAsiaTheme="minorEastAsia" w:hAnsi="Arial" w:cs="Arial"/>
          <w:color w:val="1C1F26"/>
          <w:spacing w:val="4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environments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C1F26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2F313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easily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removed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surface</w:t>
      </w:r>
      <w:r w:rsidRPr="00CB7779">
        <w:rPr>
          <w:rFonts w:ascii="Arial" w:eastAsiaTheme="minorEastAsia" w:hAnsi="Arial" w:cs="Arial"/>
          <w:color w:val="1C1F26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skin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>evaporatio</w:t>
      </w:r>
      <w:r w:rsidRPr="00CB7779">
        <w:rPr>
          <w:rFonts w:ascii="Arial" w:eastAsiaTheme="minorEastAsia" w:hAnsi="Arial" w:cs="Arial"/>
          <w:color w:val="1C1F26"/>
          <w:spacing w:val="-4"/>
          <w:w w:val="10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46464B"/>
          <w:w w:val="94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rash</w:t>
      </w:r>
      <w:r w:rsidRPr="00CB7779">
        <w:rPr>
          <w:rFonts w:ascii="Arial" w:eastAsiaTheme="minorEastAsia" w:hAnsi="Arial" w:cs="Arial"/>
          <w:color w:val="1C1F26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extensive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infected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can be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so</w:t>
      </w:r>
      <w:r w:rsidRPr="00CB7779">
        <w:rPr>
          <w:rFonts w:ascii="Arial" w:eastAsiaTheme="minorEastAsia" w:hAnsi="Arial" w:cs="Arial"/>
          <w:color w:val="1C1F26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uncomfortable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6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C1F26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inhibits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sleep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impedes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worker's</w:t>
      </w:r>
      <w:r w:rsidRPr="00CB7779">
        <w:rPr>
          <w:rFonts w:ascii="Arial" w:eastAsiaTheme="minorEastAsia" w:hAnsi="Arial" w:cs="Arial"/>
          <w:color w:val="1C1F26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performanc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even</w:t>
      </w:r>
      <w:r w:rsidRPr="00CB7779">
        <w:rPr>
          <w:rFonts w:ascii="Arial" w:eastAsiaTheme="minorEastAsia" w:hAnsi="Arial" w:cs="Arial"/>
          <w:color w:val="1C1F26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results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2F313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temporary</w:t>
      </w:r>
      <w:r w:rsidRPr="00CB7779">
        <w:rPr>
          <w:rFonts w:ascii="Arial" w:eastAsiaTheme="minorEastAsia" w:hAnsi="Arial" w:cs="Arial"/>
          <w:color w:val="1C1F26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permanent disabilit</w:t>
      </w:r>
      <w:r w:rsidRPr="00CB7779">
        <w:rPr>
          <w:rFonts w:ascii="Arial" w:eastAsiaTheme="minorEastAsia" w:hAnsi="Arial" w:cs="Arial"/>
          <w:color w:val="1C1F26"/>
          <w:spacing w:val="-1"/>
          <w:w w:val="102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46464B"/>
          <w:w w:val="94"/>
          <w:sz w:val="20"/>
          <w:szCs w:val="20"/>
        </w:rPr>
        <w:t>.</w:t>
      </w:r>
    </w:p>
    <w:p w14:paraId="0AF1D41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7A621B8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720" w:right="3298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pacing w:val="-6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Response</w:t>
      </w:r>
      <w:r w:rsidRPr="00CB7779">
        <w:rPr>
          <w:rFonts w:ascii="Arial" w:eastAsiaTheme="minorEastAsia" w:hAnsi="Arial" w:cs="Arial"/>
          <w:color w:val="1C1F26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>Illness</w:t>
      </w:r>
    </w:p>
    <w:p w14:paraId="20C69AC1" w14:textId="77777777" w:rsidR="00195649" w:rsidRDefault="00195649" w:rsidP="00195649">
      <w:pPr>
        <w:widowControl w:val="0"/>
        <w:autoSpaceDE w:val="0"/>
        <w:autoSpaceDN w:val="0"/>
        <w:adjustRightInd w:val="0"/>
        <w:spacing w:before="13" w:line="244" w:lineRule="auto"/>
        <w:ind w:left="720" w:right="58"/>
        <w:jc w:val="both"/>
        <w:rPr>
          <w:rFonts w:ascii="Arial" w:eastAsiaTheme="minorEastAsia" w:hAnsi="Arial" w:cs="Arial"/>
          <w:color w:val="1C1F26"/>
          <w:sz w:val="20"/>
          <w:szCs w:val="20"/>
        </w:rPr>
      </w:pPr>
      <w:r w:rsidRPr="00CB7779">
        <w:rPr>
          <w:rFonts w:ascii="Arial" w:eastAsiaTheme="minorEastAsia" w:hAnsi="Arial" w:cs="Arial"/>
          <w:color w:val="2F313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2F313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notice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 the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above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 symptoms</w:t>
      </w:r>
      <w:r w:rsidRPr="00CB7779">
        <w:rPr>
          <w:rFonts w:ascii="Arial" w:eastAsiaTheme="minorEastAsia" w:hAnsi="Arial" w:cs="Arial"/>
          <w:color w:val="1C1F26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fellow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employee,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immediately</w:t>
      </w:r>
      <w:r w:rsidRPr="00CB7779">
        <w:rPr>
          <w:rFonts w:ascii="Arial" w:eastAsiaTheme="minorEastAsia" w:hAnsi="Arial" w:cs="Arial"/>
          <w:color w:val="2F313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report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C1F26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supervisor.  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unable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F313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locate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 supervisor</w:t>
      </w:r>
      <w:r w:rsidRPr="00CB7779">
        <w:rPr>
          <w:rFonts w:ascii="Arial" w:eastAsiaTheme="minorEastAsia" w:hAnsi="Arial" w:cs="Arial"/>
          <w:color w:val="1C1F26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apparent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insufficient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time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F313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locate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 supervisor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due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4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severity 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of 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symptom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46464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contact 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appropriate 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medical 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personnel </w:t>
      </w:r>
      <w:r w:rsidRPr="00CB7779">
        <w:rPr>
          <w:rFonts w:ascii="Arial" w:eastAsiaTheme="minorEastAsia" w:hAnsi="Arial" w:cs="Arial"/>
          <w:color w:val="1C1F26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emergency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services</w:t>
      </w:r>
      <w:r w:rsidRPr="00CB7779">
        <w:rPr>
          <w:rFonts w:ascii="Arial" w:eastAsiaTheme="minorEastAsia" w:hAnsi="Arial" w:cs="Arial"/>
          <w:color w:val="2F313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outlined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guidelines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specific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post.</w:t>
      </w:r>
    </w:p>
    <w:p w14:paraId="7E2BA511" w14:textId="77777777" w:rsidR="00195649" w:rsidRDefault="00195649" w:rsidP="00195649">
      <w:pPr>
        <w:widowControl w:val="0"/>
        <w:autoSpaceDE w:val="0"/>
        <w:autoSpaceDN w:val="0"/>
        <w:adjustRightInd w:val="0"/>
        <w:spacing w:before="13" w:line="244" w:lineRule="auto"/>
        <w:ind w:left="720" w:right="58"/>
        <w:jc w:val="both"/>
        <w:rPr>
          <w:rFonts w:ascii="Arial" w:eastAsiaTheme="minorEastAsia" w:hAnsi="Arial" w:cs="Arial"/>
          <w:color w:val="1C1F26"/>
          <w:sz w:val="20"/>
          <w:szCs w:val="20"/>
        </w:rPr>
      </w:pPr>
    </w:p>
    <w:p w14:paraId="6B687DE6" w14:textId="77777777" w:rsidR="00195649" w:rsidRDefault="00195649" w:rsidP="00195649">
      <w:pPr>
        <w:widowControl w:val="0"/>
        <w:autoSpaceDE w:val="0"/>
        <w:autoSpaceDN w:val="0"/>
        <w:adjustRightInd w:val="0"/>
        <w:spacing w:line="210" w:lineRule="exact"/>
        <w:ind w:left="720" w:right="114"/>
        <w:jc w:val="both"/>
        <w:rPr>
          <w:rFonts w:ascii="Arial" w:eastAsiaTheme="minorEastAsia" w:hAnsi="Arial" w:cs="Arial"/>
          <w:color w:val="1D212A"/>
          <w:sz w:val="20"/>
          <w:szCs w:val="20"/>
        </w:rPr>
      </w:pPr>
    </w:p>
    <w:p w14:paraId="22B2E32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10" w:lineRule="exact"/>
        <w:ind w:left="720" w:right="11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While 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waiting 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for 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medical 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services, 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implement 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following 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first </w:t>
      </w:r>
      <w:r w:rsidRPr="00CB7779">
        <w:rPr>
          <w:rFonts w:ascii="Arial" w:eastAsiaTheme="minorEastAsia" w:hAnsi="Arial" w:cs="Arial"/>
          <w:color w:val="1D212A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aid  procedures, 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5"/>
          <w:sz w:val="20"/>
          <w:szCs w:val="20"/>
        </w:rPr>
        <w:t xml:space="preserve">if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possible:</w:t>
      </w:r>
    </w:p>
    <w:p w14:paraId="43C1401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67C45B9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660"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Move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A"/>
          <w:spacing w:val="2"/>
          <w:w w:val="101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44464B"/>
          <w:w w:val="94"/>
          <w:sz w:val="20"/>
          <w:szCs w:val="20"/>
        </w:rPr>
        <w:t>.</w:t>
      </w:r>
    </w:p>
    <w:p w14:paraId="72F99FC4" w14:textId="77777777" w:rsidR="00195649" w:rsidRDefault="00195649" w:rsidP="00195649">
      <w:pPr>
        <w:widowControl w:val="0"/>
        <w:autoSpaceDE w:val="0"/>
        <w:autoSpaceDN w:val="0"/>
        <w:adjustRightInd w:val="0"/>
        <w:spacing w:before="22" w:line="228" w:lineRule="exact"/>
        <w:ind w:left="660" w:right="110"/>
        <w:rPr>
          <w:rFonts w:ascii="Arial" w:eastAsiaTheme="minorEastAsia" w:hAnsi="Arial" w:cs="Arial"/>
          <w:color w:val="1D212A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cool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allow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sip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water.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 xml:space="preserve">allow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them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</w:p>
    <w:p w14:paraId="6D73171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2" w:line="228" w:lineRule="exact"/>
        <w:ind w:left="660" w:right="11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lastRenderedPageBreak/>
        <w:t xml:space="preserve">   </w:t>
      </w:r>
      <w:r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large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quantities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quickly.</w:t>
      </w:r>
    </w:p>
    <w:p w14:paraId="7349B4F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4"/>
        <w:ind w:left="660"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Apply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cool,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wet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towels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exposed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skin.</w:t>
      </w:r>
    </w:p>
    <w:p w14:paraId="6DB0E31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/>
        <w:ind w:left="660"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Allow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remain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seated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lie down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feet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raised.</w:t>
      </w:r>
    </w:p>
    <w:p w14:paraId="3605B8F6" w14:textId="77777777" w:rsidR="00195649" w:rsidRDefault="00195649" w:rsidP="00195649">
      <w:pPr>
        <w:widowControl w:val="0"/>
        <w:autoSpaceDE w:val="0"/>
        <w:autoSpaceDN w:val="0"/>
        <w:adjustRightInd w:val="0"/>
        <w:spacing w:before="13" w:line="228" w:lineRule="exact"/>
        <w:ind w:left="660" w:right="119"/>
        <w:rPr>
          <w:rFonts w:ascii="Arial" w:eastAsiaTheme="minorEastAsia" w:hAnsi="Arial" w:cs="Arial"/>
          <w:color w:val="1D212A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Remove 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>layers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clothing, 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>particularly</w:t>
      </w:r>
      <w:r w:rsidRPr="00CB7779">
        <w:rPr>
          <w:rFonts w:ascii="Arial" w:eastAsiaTheme="minorEastAsia" w:hAnsi="Arial" w:cs="Arial"/>
          <w:color w:val="1D212A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those</w:t>
      </w:r>
      <w:r w:rsidRPr="00CB7779">
        <w:rPr>
          <w:rFonts w:ascii="Arial" w:eastAsiaTheme="minorEastAsia" w:hAnsi="Arial" w:cs="Arial"/>
          <w:color w:val="1D212A"/>
          <w:spacing w:val="5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A"/>
          <w:spacing w:val="5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restrict</w:t>
      </w:r>
      <w:r w:rsidRPr="00CB7779">
        <w:rPr>
          <w:rFonts w:ascii="Arial" w:eastAsiaTheme="minorEastAsia" w:hAnsi="Arial" w:cs="Arial"/>
          <w:color w:val="1D212A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breathing 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5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 xml:space="preserve">are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heavy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</w:p>
    <w:p w14:paraId="14957EB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3" w:line="228" w:lineRule="exact"/>
        <w:ind w:left="660" w:right="119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t xml:space="preserve"> </w:t>
      </w:r>
      <w:r w:rsidRPr="00D02612">
        <w:rPr>
          <w:rFonts w:ascii="Arial" w:eastAsiaTheme="minorEastAsia" w:hAnsi="Arial" w:cs="Arial"/>
          <w:color w:val="1D212A"/>
          <w:sz w:val="16"/>
          <w:szCs w:val="16"/>
        </w:rPr>
        <w:t xml:space="preserve"> </w:t>
      </w:r>
      <w:r>
        <w:rPr>
          <w:rFonts w:ascii="Arial" w:eastAsiaTheme="minorEastAsia" w:hAnsi="Arial" w:cs="Arial"/>
          <w:color w:val="1D212A"/>
          <w:sz w:val="16"/>
          <w:szCs w:val="16"/>
        </w:rPr>
        <w:t xml:space="preserve"> </w:t>
      </w:r>
      <w:r w:rsidRPr="00D02612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cause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retention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heat.</w:t>
      </w:r>
    </w:p>
    <w:p w14:paraId="462B526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00" w:lineRule="exact"/>
        <w:rPr>
          <w:rFonts w:ascii="Arial" w:eastAsiaTheme="minorEastAsia" w:hAnsi="Arial" w:cs="Arial"/>
          <w:color w:val="000000"/>
          <w:sz w:val="20"/>
          <w:szCs w:val="20"/>
        </w:rPr>
      </w:pPr>
    </w:p>
    <w:p w14:paraId="07041E8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eastAsiaTheme="minorEastAsia" w:hAnsi="Arial" w:cs="Arial"/>
          <w:color w:val="000000"/>
          <w:sz w:val="26"/>
          <w:szCs w:val="26"/>
        </w:rPr>
      </w:pPr>
    </w:p>
    <w:p w14:paraId="4414830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720" w:right="3195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Steps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Take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Reduce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Illness</w:t>
      </w:r>
    </w:p>
    <w:p w14:paraId="61F376C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40" w:lineRule="exact"/>
        <w:ind w:left="720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420F5A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39" w:lineRule="auto"/>
        <w:ind w:left="720" w:right="12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addition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II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below),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accessing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needed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111</w:t>
      </w:r>
      <w:r w:rsidRPr="00CB7779">
        <w:rPr>
          <w:rFonts w:ascii="Arial" w:eastAsiaTheme="minorEastAsia" w:hAnsi="Arial" w:cs="Arial"/>
          <w:color w:val="1D212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below)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acclimating</w:t>
      </w:r>
      <w:r w:rsidRPr="00CB7779">
        <w:rPr>
          <w:rFonts w:ascii="Arial" w:eastAsiaTheme="minorEastAsia" w:hAnsi="Arial" w:cs="Arial"/>
          <w:color w:val="1D212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before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 xml:space="preserve">IV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below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>)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64B"/>
          <w:spacing w:val="2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4464B"/>
          <w:spacing w:val="20"/>
          <w:sz w:val="20"/>
          <w:szCs w:val="20"/>
        </w:rPr>
        <w:t xml:space="preserve">North American Security And Investigations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A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expected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take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additional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steps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lower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risk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of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illness.</w:t>
      </w:r>
    </w:p>
    <w:p w14:paraId="0F7CF27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40" w:lineRule="exact"/>
        <w:ind w:left="720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76DACA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6" w:lineRule="auto"/>
        <w:ind w:left="720" w:right="13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are required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wear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uniforms that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include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extra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layers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for personal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protective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equipment;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however,</w:t>
      </w:r>
      <w:r w:rsidRPr="00CB7779">
        <w:rPr>
          <w:rFonts w:ascii="Arial" w:eastAsiaTheme="minorEastAsia" w:hAnsi="Arial" w:cs="Arial"/>
          <w:color w:val="1D212A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take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care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dress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coolly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A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possibl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exampl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64B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possible,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avoid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adding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unnecessary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extra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layers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heavy clothing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like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undershirts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heavy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>sock</w:t>
      </w:r>
      <w:r w:rsidRPr="00CB7779">
        <w:rPr>
          <w:rFonts w:ascii="Arial" w:eastAsiaTheme="minorEastAsia" w:hAnsi="Arial" w:cs="Arial"/>
          <w:color w:val="1D212A"/>
          <w:spacing w:val="-7"/>
          <w:w w:val="10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F5D70"/>
          <w:w w:val="94"/>
          <w:sz w:val="20"/>
          <w:szCs w:val="20"/>
        </w:rPr>
        <w:t>.</w:t>
      </w:r>
    </w:p>
    <w:p w14:paraId="5586113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5" w:line="220" w:lineRule="exact"/>
        <w:ind w:left="720"/>
        <w:rPr>
          <w:rFonts w:ascii="Arial" w:eastAsiaTheme="minorEastAsia" w:hAnsi="Arial" w:cs="Arial"/>
          <w:color w:val="000000"/>
        </w:rPr>
      </w:pPr>
    </w:p>
    <w:p w14:paraId="135000F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left="720" w:right="135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D212A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outside</w:t>
      </w:r>
      <w:r w:rsidRPr="00CB7779">
        <w:rPr>
          <w:rFonts w:ascii="Arial" w:eastAsiaTheme="minorEastAsia" w:hAnsi="Arial" w:cs="Arial"/>
          <w:color w:val="1D212A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eat</w:t>
      </w:r>
      <w:r w:rsidRPr="00CB7779">
        <w:rPr>
          <w:rFonts w:ascii="Arial" w:eastAsiaTheme="minorEastAsia" w:hAnsi="Arial" w:cs="Arial"/>
          <w:color w:val="1D212A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smaller</w:t>
      </w:r>
      <w:r w:rsidRPr="00CB7779">
        <w:rPr>
          <w:rFonts w:ascii="Arial" w:eastAsiaTheme="minorEastAsia" w:hAnsi="Arial" w:cs="Arial"/>
          <w:color w:val="1D212A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more</w:t>
      </w:r>
      <w:r w:rsidRPr="00CB7779">
        <w:rPr>
          <w:rFonts w:ascii="Arial" w:eastAsiaTheme="minorEastAsia" w:hAnsi="Arial" w:cs="Arial"/>
          <w:color w:val="1D212A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frequent</w:t>
      </w:r>
      <w:r w:rsidRPr="00CB7779">
        <w:rPr>
          <w:rFonts w:ascii="Arial" w:eastAsiaTheme="minorEastAsia" w:hAnsi="Arial" w:cs="Arial"/>
          <w:color w:val="1D212A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meals</w:t>
      </w:r>
      <w:r w:rsidRPr="00CB7779">
        <w:rPr>
          <w:rFonts w:ascii="Arial" w:eastAsiaTheme="minorEastAsia" w:hAnsi="Arial" w:cs="Arial"/>
          <w:color w:val="1D212A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because</w:t>
      </w:r>
      <w:r w:rsidRPr="00CB7779">
        <w:rPr>
          <w:rFonts w:ascii="Arial" w:eastAsiaTheme="minorEastAsia" w:hAnsi="Arial" w:cs="Arial"/>
          <w:color w:val="1D212A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4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produces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excess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digestion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 larger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meal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 xml:space="preserve">should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choose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foods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higher</w:t>
      </w:r>
      <w:r w:rsidRPr="00CB7779">
        <w:rPr>
          <w:rFonts w:ascii="Arial" w:eastAsiaTheme="minorEastAsia" w:hAnsi="Arial" w:cs="Arial"/>
          <w:color w:val="1D212A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content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(like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fruits,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vegetables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salads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>)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Employees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choose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over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sodas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soft</w:t>
      </w:r>
      <w:r w:rsidRPr="00CB7779">
        <w:rPr>
          <w:rFonts w:ascii="Arial" w:eastAsiaTheme="minorEastAsia" w:hAnsi="Arial" w:cs="Arial"/>
          <w:color w:val="1D212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These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modifications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particularly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important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rise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wav</w:t>
      </w:r>
      <w:r w:rsidRPr="00CB7779">
        <w:rPr>
          <w:rFonts w:ascii="Arial" w:eastAsiaTheme="minorEastAsia" w:hAnsi="Arial" w:cs="Arial"/>
          <w:color w:val="1D212A"/>
          <w:spacing w:val="-3"/>
          <w:w w:val="101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w w:val="94"/>
          <w:sz w:val="20"/>
          <w:szCs w:val="20"/>
        </w:rPr>
        <w:t>.</w:t>
      </w:r>
    </w:p>
    <w:p w14:paraId="7F41D93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 w:line="220" w:lineRule="exact"/>
        <w:ind w:left="720"/>
        <w:rPr>
          <w:rFonts w:ascii="Arial" w:eastAsiaTheme="minorEastAsia" w:hAnsi="Arial" w:cs="Arial"/>
          <w:color w:val="000000"/>
        </w:rPr>
      </w:pPr>
    </w:p>
    <w:p w14:paraId="1C37433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6" w:lineRule="auto"/>
        <w:ind w:left="720" w:right="12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t>North America Security And Investigations</w:t>
      </w:r>
      <w:r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never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consume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alcohol,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illegal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drugs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certain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prescription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medications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close</w:t>
      </w:r>
      <w:r w:rsidRPr="00CB7779">
        <w:rPr>
          <w:rFonts w:ascii="Arial" w:eastAsiaTheme="minorEastAsia" w:hAnsi="Arial" w:cs="Arial"/>
          <w:color w:val="1D212A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proximity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start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A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shif</w:t>
      </w:r>
      <w:r w:rsidRPr="00CB7779">
        <w:rPr>
          <w:rFonts w:ascii="Arial" w:eastAsiaTheme="minorEastAsia" w:hAnsi="Arial" w:cs="Arial"/>
          <w:color w:val="1D212A"/>
          <w:spacing w:val="-6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be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aware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alcohol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consumption,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use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 some</w:t>
      </w:r>
      <w:r w:rsidRPr="00CB7779">
        <w:rPr>
          <w:rFonts w:ascii="Arial" w:eastAsiaTheme="minorEastAsia" w:hAnsi="Arial" w:cs="Arial"/>
          <w:color w:val="1D212A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prescription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medications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caffeine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consumption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could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affect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body's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retention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ability to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withstand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4"/>
          <w:sz w:val="20"/>
          <w:szCs w:val="20"/>
        </w:rPr>
        <w:t xml:space="preserve">high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B3659"/>
          <w:sz w:val="20"/>
          <w:szCs w:val="20"/>
        </w:rPr>
        <w:t xml:space="preserve">.  </w:t>
      </w:r>
      <w:r w:rsidRPr="00CB7779">
        <w:rPr>
          <w:rFonts w:ascii="Arial" w:eastAsiaTheme="minorEastAsia" w:hAnsi="Arial" w:cs="Arial"/>
          <w:color w:val="3B3659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Inform </w:t>
      </w:r>
      <w:r w:rsidRPr="00CB7779">
        <w:rPr>
          <w:rFonts w:ascii="Arial" w:eastAsiaTheme="minorEastAsia" w:hAnsi="Arial" w:cs="Arial"/>
          <w:color w:val="1D212A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your </w:t>
      </w:r>
      <w:r w:rsidRPr="00CB7779">
        <w:rPr>
          <w:rFonts w:ascii="Arial" w:eastAsiaTheme="minorEastAsia" w:hAnsi="Arial" w:cs="Arial"/>
          <w:color w:val="1D212A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supervisor </w:t>
      </w:r>
      <w:r w:rsidRPr="00CB7779">
        <w:rPr>
          <w:rFonts w:ascii="Arial" w:eastAsiaTheme="minorEastAsia" w:hAnsi="Arial" w:cs="Arial"/>
          <w:color w:val="1D212A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or 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A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RSO 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if </w:t>
      </w:r>
      <w:r w:rsidRPr="00CB7779">
        <w:rPr>
          <w:rFonts w:ascii="Arial" w:eastAsiaTheme="minorEastAsia" w:hAnsi="Arial" w:cs="Arial"/>
          <w:color w:val="1D212A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you </w:t>
      </w:r>
      <w:r w:rsidRPr="00CB7779">
        <w:rPr>
          <w:rFonts w:ascii="Arial" w:eastAsiaTheme="minorEastAsia" w:hAnsi="Arial" w:cs="Arial"/>
          <w:color w:val="1D212A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are 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taking </w:t>
      </w:r>
      <w:r w:rsidRPr="00CB7779">
        <w:rPr>
          <w:rFonts w:ascii="Arial" w:eastAsiaTheme="minorEastAsia" w:hAnsi="Arial" w:cs="Arial"/>
          <w:color w:val="1D212A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prescription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medications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that may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affect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response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exposure.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Seek consultation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your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health care provider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assess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effect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f</w:t>
      </w:r>
      <w:r w:rsidRPr="00CB7779">
        <w:rPr>
          <w:rFonts w:ascii="Arial" w:eastAsiaTheme="minorEastAsia" w:hAnsi="Arial" w:cs="Arial"/>
          <w:color w:val="44464B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prescription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medications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A"/>
          <w:spacing w:val="-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your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 xml:space="preserve">exposure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assess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need</w:t>
      </w:r>
      <w:r w:rsidRPr="00CB7779">
        <w:rPr>
          <w:rFonts w:ascii="Arial" w:eastAsiaTheme="minorEastAsia" w:hAnsi="Arial" w:cs="Arial"/>
          <w:color w:val="1D212A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A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salt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mineral</w:t>
      </w:r>
      <w:r w:rsidRPr="00CB7779">
        <w:rPr>
          <w:rFonts w:ascii="Arial" w:eastAsiaTheme="minorEastAsia" w:hAnsi="Arial" w:cs="Arial"/>
          <w:color w:val="1D212A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replacement</w:t>
      </w:r>
      <w:r w:rsidRPr="00CB7779">
        <w:rPr>
          <w:rFonts w:ascii="Arial" w:eastAsiaTheme="minorEastAsia" w:hAnsi="Arial" w:cs="Arial"/>
          <w:color w:val="1D212A"/>
          <w:spacing w:val="5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response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high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A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seek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advice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care</w:t>
      </w:r>
      <w:r w:rsidRPr="00CB7779">
        <w:rPr>
          <w:rFonts w:ascii="Arial" w:eastAsiaTheme="minorEastAsia" w:hAnsi="Arial" w:cs="Arial"/>
          <w:color w:val="1D212A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provider</w:t>
      </w:r>
      <w:r w:rsidRPr="00CB7779">
        <w:rPr>
          <w:rFonts w:ascii="Arial" w:eastAsiaTheme="minorEastAsia" w:hAnsi="Arial" w:cs="Arial"/>
          <w:color w:val="1D212A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D212A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illnesses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 xml:space="preserve">like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diabetes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low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salt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>diet.</w:t>
      </w:r>
    </w:p>
    <w:p w14:paraId="0F1A50D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eastAsiaTheme="minorEastAsia" w:hAnsi="Arial" w:cs="Arial"/>
          <w:color w:val="000000"/>
        </w:rPr>
      </w:pPr>
    </w:p>
    <w:p w14:paraId="7F9C73B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right="13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A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aware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A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age,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overall</w:t>
      </w:r>
      <w:r w:rsidRPr="00CB7779">
        <w:rPr>
          <w:rFonts w:ascii="Arial" w:eastAsiaTheme="minorEastAsia" w:hAnsi="Arial" w:cs="Arial"/>
          <w:color w:val="1D212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level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physical</w:t>
      </w:r>
      <w:r w:rsidRPr="00CB7779">
        <w:rPr>
          <w:rFonts w:ascii="Arial" w:eastAsiaTheme="minorEastAsia" w:hAnsi="Arial" w:cs="Arial"/>
          <w:color w:val="1D212A"/>
          <w:spacing w:val="-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fitness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affect their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ability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respond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higher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temperatures.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Inform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 xml:space="preserve">RSO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believe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ag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64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condition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level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physical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fitness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compromise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 ability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post.</w:t>
      </w:r>
    </w:p>
    <w:p w14:paraId="300F257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3" w:line="220" w:lineRule="exact"/>
        <w:rPr>
          <w:rFonts w:ascii="Arial" w:eastAsiaTheme="minorEastAsia" w:hAnsi="Arial" w:cs="Arial"/>
          <w:color w:val="000000"/>
        </w:rPr>
      </w:pPr>
    </w:p>
    <w:p w14:paraId="501E24A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right="13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watch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fellow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 illnes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They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encourage</w:t>
      </w:r>
      <w:r w:rsidRPr="00CB7779">
        <w:rPr>
          <w:rFonts w:ascii="Arial" w:eastAsiaTheme="minorEastAsia" w:hAnsi="Arial" w:cs="Arial"/>
          <w:color w:val="1D212A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fellow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D212A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as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>needed</w:t>
      </w:r>
      <w:r w:rsidRPr="00CB7779">
        <w:rPr>
          <w:rFonts w:ascii="Arial" w:eastAsiaTheme="minorEastAsia" w:hAnsi="Arial" w:cs="Arial"/>
          <w:color w:val="626262"/>
          <w:w w:val="94"/>
          <w:sz w:val="20"/>
          <w:szCs w:val="20"/>
        </w:rPr>
        <w:t>.</w:t>
      </w:r>
    </w:p>
    <w:p w14:paraId="2F71A26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4" w:line="241" w:lineRule="auto"/>
        <w:ind w:right="10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aware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sudden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rise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5E626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5E626B"/>
          <w:spacing w:val="5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5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 wav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greater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risk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getting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sick.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You need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watch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yourself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co-workers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more 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closely 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and 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may 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need 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drink 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more 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water,</w:t>
      </w:r>
      <w:r w:rsidRPr="00CB7779">
        <w:rPr>
          <w:rFonts w:ascii="Arial" w:eastAsiaTheme="minorEastAsia" w:hAnsi="Arial" w:cs="Arial"/>
          <w:color w:val="1D21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take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more 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breaks 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use 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other measures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keep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(like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spraying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using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cloths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ski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et</w:t>
      </w:r>
      <w:r w:rsidRPr="00CB7779">
        <w:rPr>
          <w:rFonts w:ascii="Arial" w:eastAsiaTheme="minorEastAsia" w:hAnsi="Arial" w:cs="Arial"/>
          <w:color w:val="1D2128"/>
          <w:spacing w:val="-1"/>
          <w:w w:val="103"/>
          <w:sz w:val="20"/>
          <w:szCs w:val="20"/>
        </w:rPr>
        <w:t>c</w:t>
      </w:r>
      <w:r w:rsidRPr="00CB7779">
        <w:rPr>
          <w:rFonts w:ascii="Arial" w:eastAsiaTheme="minorEastAsia" w:hAnsi="Arial" w:cs="Arial"/>
          <w:color w:val="5E626B"/>
          <w:spacing w:val="-4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w w:val="110"/>
          <w:sz w:val="20"/>
          <w:szCs w:val="20"/>
        </w:rPr>
        <w:t>)</w:t>
      </w:r>
    </w:p>
    <w:p w14:paraId="3570A4B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4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3D6C8D2C" w14:textId="77777777" w:rsidR="00195649" w:rsidRDefault="00195649" w:rsidP="00195649">
      <w:pPr>
        <w:widowControl w:val="0"/>
        <w:autoSpaceDE w:val="0"/>
        <w:autoSpaceDN w:val="0"/>
        <w:adjustRightInd w:val="0"/>
        <w:spacing w:line="241" w:lineRule="auto"/>
        <w:ind w:right="110"/>
        <w:jc w:val="both"/>
        <w:rPr>
          <w:rFonts w:ascii="Arial" w:eastAsiaTheme="minorEastAsia" w:hAnsi="Arial" w:cs="Arial"/>
          <w:color w:val="1D2128"/>
          <w:sz w:val="20"/>
          <w:szCs w:val="20"/>
        </w:rPr>
      </w:pPr>
    </w:p>
    <w:p w14:paraId="0870B8C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1" w:lineRule="auto"/>
        <w:ind w:right="11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notify their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do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believe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have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fresh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99"/>
          <w:sz w:val="20"/>
          <w:szCs w:val="20"/>
        </w:rPr>
        <w:t>wate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5E626B"/>
          <w:w w:val="66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5E626B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believe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need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5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acclimatized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 new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post.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retaliated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against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for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bringing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these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issues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attention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</w:t>
      </w:r>
      <w:r>
        <w:rPr>
          <w:rFonts w:ascii="Arial" w:eastAsiaTheme="minorEastAsia" w:hAnsi="Arial" w:cs="Arial"/>
          <w:color w:val="1D2128"/>
          <w:sz w:val="20"/>
          <w:szCs w:val="20"/>
        </w:rPr>
        <w:t>f North American Security And Investigations.</w:t>
      </w:r>
    </w:p>
    <w:p w14:paraId="676CDA4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4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5FE633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11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lastRenderedPageBreak/>
        <w:t>Employees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notify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 they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new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outdoors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had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before.</w:t>
      </w:r>
    </w:p>
    <w:p w14:paraId="1B30AF7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3" w:line="220" w:lineRule="exact"/>
        <w:rPr>
          <w:rFonts w:ascii="Arial" w:eastAsiaTheme="minorEastAsia" w:hAnsi="Arial" w:cs="Arial"/>
          <w:color w:val="000000"/>
        </w:rPr>
      </w:pPr>
    </w:p>
    <w:p w14:paraId="35C7249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627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b/>
          <w:bCs/>
          <w:color w:val="1D2128"/>
          <w:sz w:val="20"/>
          <w:szCs w:val="20"/>
        </w:rPr>
        <w:t>II. Access</w:t>
      </w:r>
      <w:r w:rsidRPr="00CB7779">
        <w:rPr>
          <w:rFonts w:ascii="Arial" w:eastAsiaTheme="minorEastAsia" w:hAnsi="Arial" w:cs="Arial"/>
          <w:b/>
          <w:bCs/>
          <w:color w:val="33343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b/>
          <w:bCs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sz w:val="20"/>
          <w:szCs w:val="20"/>
        </w:rPr>
        <w:t>Fresh</w:t>
      </w:r>
      <w:r w:rsidRPr="00CB7779">
        <w:rPr>
          <w:rFonts w:ascii="Arial" w:eastAsiaTheme="minorEastAsia" w:hAnsi="Arial" w:cs="Arial"/>
          <w:b/>
          <w:bCs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sz w:val="20"/>
          <w:szCs w:val="20"/>
        </w:rPr>
        <w:t>Water</w:t>
      </w:r>
    </w:p>
    <w:p w14:paraId="33D3AAF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A51C394" w14:textId="77777777" w:rsidR="00195649" w:rsidRPr="00CB7779" w:rsidRDefault="00195649" w:rsidP="00CB7E2C">
      <w:pPr>
        <w:widowControl w:val="0"/>
        <w:autoSpaceDE w:val="0"/>
        <w:autoSpaceDN w:val="0"/>
        <w:adjustRightInd w:val="0"/>
        <w:spacing w:line="245" w:lineRule="auto"/>
        <w:ind w:right="12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8"/>
          <w:w w:val="106"/>
          <w:sz w:val="20"/>
          <w:szCs w:val="20"/>
        </w:rPr>
        <w:t>All North American Security And Investigations</w:t>
      </w:r>
      <w:r w:rsidRPr="00CB7779">
        <w:rPr>
          <w:rFonts w:ascii="Arial" w:eastAsiaTheme="minorEastAsia" w:hAnsi="Arial" w:cs="Arial"/>
          <w:color w:val="1D2128"/>
          <w:spacing w:val="-10"/>
          <w:w w:val="10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 given</w:t>
      </w:r>
      <w:r w:rsidRPr="00CB7779">
        <w:rPr>
          <w:rFonts w:ascii="Arial" w:eastAsiaTheme="minorEastAsia" w:hAnsi="Arial" w:cs="Arial"/>
          <w:color w:val="1D2128"/>
          <w:spacing w:val="-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ready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potable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 at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times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least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quart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hour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entire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shift.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typically accomplished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8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ounces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every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15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minutes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entire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shift.</w:t>
      </w:r>
      <w:r>
        <w:rPr>
          <w:rFonts w:ascii="Arial" w:eastAsiaTheme="minorEastAsia" w:hAnsi="Arial" w:cs="Arial"/>
          <w:color w:val="1D2128"/>
          <w:sz w:val="20"/>
          <w:szCs w:val="20"/>
        </w:rPr>
        <w:t xml:space="preserve"> North American Security And Investigations will ensure that there is accessible and sufficient drinking water at e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ach</w:t>
      </w:r>
      <w:r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 assigne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cost.</w:t>
      </w:r>
    </w:p>
    <w:p w14:paraId="0DC8F16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70E2318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7" w:lineRule="auto"/>
        <w:ind w:right="108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could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fountains,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coolers,</w:t>
      </w:r>
      <w:r w:rsidRPr="00CB7779">
        <w:rPr>
          <w:rFonts w:ascii="Arial" w:eastAsiaTheme="minorEastAsia" w:hAnsi="Arial" w:cs="Arial"/>
          <w:color w:val="1D2128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cooled</w:t>
      </w:r>
      <w:r w:rsidRPr="00CB7779">
        <w:rPr>
          <w:rFonts w:ascii="Arial" w:eastAsiaTheme="minorEastAsia" w:hAnsi="Arial" w:cs="Arial"/>
          <w:color w:val="1D2128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bottled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other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alternative</w:t>
      </w:r>
      <w:r w:rsidRPr="00CB7779">
        <w:rPr>
          <w:rFonts w:ascii="Arial" w:eastAsiaTheme="minorEastAsia" w:hAnsi="Arial" w:cs="Arial"/>
          <w:color w:val="1D21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sourc</w:t>
      </w:r>
      <w:r w:rsidRPr="00CB7779">
        <w:rPr>
          <w:rFonts w:ascii="Arial" w:eastAsiaTheme="minorEastAsia" w:hAnsi="Arial" w:cs="Arial"/>
          <w:color w:val="1D2128"/>
          <w:spacing w:val="-9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event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facilities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 specific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do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allow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ready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sufficient quantities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source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 xml:space="preserve">is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independently 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>renewable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constant 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(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i.e. 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drinking 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>fountain</w:t>
      </w:r>
      <w:r>
        <w:rPr>
          <w:rFonts w:ascii="Arial" w:eastAsiaTheme="minorEastAsia" w:hAnsi="Arial" w:cs="Arial"/>
          <w:color w:val="1D2128"/>
          <w:sz w:val="20"/>
          <w:szCs w:val="20"/>
        </w:rPr>
        <w:t>), North American Security And Investigations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will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place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eplace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available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 depleted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5"/>
          <w:sz w:val="20"/>
          <w:szCs w:val="20"/>
        </w:rPr>
        <w:t xml:space="preserve">it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becomes</w:t>
      </w:r>
      <w:r w:rsidRPr="00CB7779">
        <w:rPr>
          <w:rFonts w:ascii="Arial" w:eastAsiaTheme="minorEastAsia" w:hAnsi="Arial" w:cs="Arial"/>
          <w:color w:val="1D2128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warmer.</w:t>
      </w:r>
      <w:r w:rsidRPr="00CB7779">
        <w:rPr>
          <w:rFonts w:ascii="Arial" w:eastAsiaTheme="minorEastAsia" w:hAnsi="Arial" w:cs="Arial"/>
          <w:color w:val="1D2128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Such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D2128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include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designated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D21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periodically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check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level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containers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 will designate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such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checks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 the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specifics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post.</w:t>
      </w:r>
    </w:p>
    <w:p w14:paraId="3092962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9" w:line="220" w:lineRule="exact"/>
        <w:rPr>
          <w:rFonts w:ascii="Arial" w:eastAsiaTheme="minorEastAsia" w:hAnsi="Arial" w:cs="Arial"/>
          <w:color w:val="000000"/>
        </w:rPr>
      </w:pPr>
    </w:p>
    <w:p w14:paraId="02964F8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right="115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All 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posts</w:t>
      </w:r>
      <w:r w:rsidRPr="00CB7779">
        <w:rPr>
          <w:rFonts w:ascii="Arial" w:eastAsiaTheme="minorEastAsia" w:hAnsi="Arial" w:cs="Arial"/>
          <w:color w:val="1D2128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given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opportunity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consume</w:t>
      </w:r>
      <w:r w:rsidRPr="00CB7779">
        <w:rPr>
          <w:rFonts w:ascii="Arial" w:eastAsiaTheme="minorEastAsia" w:hAnsi="Arial" w:cs="Arial"/>
          <w:color w:val="1D2128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sufficient drinking</w:t>
      </w:r>
      <w:r w:rsidRPr="00CB7779">
        <w:rPr>
          <w:rFonts w:ascii="Arial" w:eastAsiaTheme="minorEastAsia" w:hAnsi="Arial" w:cs="Arial"/>
          <w:color w:val="1D2128"/>
          <w:spacing w:val="5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course</w:t>
      </w:r>
      <w:r w:rsidRPr="00CB7779">
        <w:rPr>
          <w:rFonts w:ascii="Arial" w:eastAsiaTheme="minorEastAsia" w:hAnsi="Arial" w:cs="Arial"/>
          <w:color w:val="1D2128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shif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trained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importance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of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remaining</w:t>
      </w:r>
      <w:r w:rsidRPr="00CB7779">
        <w:rPr>
          <w:rFonts w:ascii="Arial" w:eastAsiaTheme="minorEastAsia" w:hAnsi="Arial" w:cs="Arial"/>
          <w:color w:val="33343B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hydrated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increasing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number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 water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breaks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higher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temperatures.</w:t>
      </w:r>
      <w:r w:rsidRPr="00CB7779">
        <w:rPr>
          <w:rFonts w:ascii="Arial" w:eastAsiaTheme="minorEastAsia" w:hAnsi="Arial" w:cs="Arial"/>
          <w:color w:val="33343B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wait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until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33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thirsty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water.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 be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retaliated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against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requesting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taking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break</w:t>
      </w:r>
      <w:r w:rsidRPr="00CB7779">
        <w:rPr>
          <w:rFonts w:ascii="Arial" w:eastAsiaTheme="minorEastAsia" w:hAnsi="Arial" w:cs="Arial"/>
          <w:color w:val="1D2128"/>
          <w:spacing w:val="-2"/>
          <w:w w:val="10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D"/>
          <w:w w:val="94"/>
          <w:sz w:val="20"/>
          <w:szCs w:val="20"/>
        </w:rPr>
        <w:t>.</w:t>
      </w:r>
    </w:p>
    <w:p w14:paraId="5B7591D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869780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686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33343B"/>
          <w:sz w:val="20"/>
          <w:szCs w:val="20"/>
        </w:rPr>
        <w:t>Ill.</w:t>
      </w:r>
      <w:r w:rsidRPr="00CB7779">
        <w:rPr>
          <w:rFonts w:ascii="Arial" w:eastAsiaTheme="minorEastAsia" w:hAnsi="Arial" w:cs="Arial"/>
          <w:b/>
          <w:bCs/>
          <w:color w:val="33343B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3343B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b/>
          <w:bCs/>
          <w:color w:val="33343B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3343B"/>
          <w:sz w:val="20"/>
          <w:szCs w:val="20"/>
        </w:rPr>
        <w:t>to</w:t>
      </w:r>
      <w:r w:rsidRPr="00CB7779">
        <w:rPr>
          <w:rFonts w:ascii="Arial" w:eastAsiaTheme="minorEastAsia" w:hAnsi="Arial" w:cs="Arial"/>
          <w:b/>
          <w:bCs/>
          <w:color w:val="33343B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w w:val="102"/>
          <w:sz w:val="20"/>
          <w:szCs w:val="20"/>
        </w:rPr>
        <w:t>Shade</w:t>
      </w:r>
    </w:p>
    <w:p w14:paraId="112E332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346D491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4" w:lineRule="auto"/>
        <w:ind w:right="104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8"/>
          <w:w w:val="107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8"/>
          <w:spacing w:val="-14"/>
          <w:w w:val="10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given</w:t>
      </w: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preventative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recovery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and/or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his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her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believe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suffering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33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needs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break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recover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D2128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exposure.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wait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until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33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feel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sick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seek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shade.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 retaliated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against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requesting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access</w:t>
      </w:r>
      <w:r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 t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o</w:t>
      </w:r>
      <w:r>
        <w:rPr>
          <w:rFonts w:ascii="Arial" w:eastAsiaTheme="minorEastAsia" w:hAnsi="Arial" w:cs="Arial"/>
          <w:color w:val="33343B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33343B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seeking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shift.</w:t>
      </w:r>
    </w:p>
    <w:p w14:paraId="5F9AD79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eastAsiaTheme="minorEastAsia" w:hAnsi="Arial" w:cs="Arial"/>
          <w:color w:val="000000"/>
        </w:rPr>
      </w:pPr>
    </w:p>
    <w:p w14:paraId="524DB7F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76" w:line="243" w:lineRule="auto"/>
        <w:ind w:right="104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open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air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or,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enclose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ventilated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coole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 allow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33343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assume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comfortable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posture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without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touching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other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located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reachable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within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-2"/>
          <w:w w:val="105"/>
          <w:sz w:val="20"/>
          <w:szCs w:val="20"/>
        </w:rPr>
        <w:t>2</w:t>
      </w:r>
      <w:r w:rsidRPr="00CB7779">
        <w:rPr>
          <w:rFonts w:ascii="Arial" w:eastAsiaTheme="minorEastAsia" w:hAnsi="Arial" w:cs="Arial"/>
          <w:color w:val="46464D"/>
          <w:spacing w:val="4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5 minute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wal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>k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but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more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than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 xml:space="preserve">%mile </w:t>
      </w:r>
      <w:r w:rsidRPr="00CB7779">
        <w:rPr>
          <w:rFonts w:ascii="Arial" w:eastAsiaTheme="minorEastAsia" w:hAnsi="Arial" w:cs="Arial"/>
          <w:color w:val="33343B"/>
          <w:spacing w:val="9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five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minute</w:t>
      </w:r>
      <w:r w:rsidRPr="00CB7779">
        <w:rPr>
          <w:rFonts w:ascii="Arial" w:eastAsiaTheme="minorEastAsia" w:hAnsi="Arial" w:cs="Arial"/>
          <w:color w:val="33343B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walk,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whichever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shorte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r</w:t>
      </w:r>
      <w:r>
        <w:rPr>
          <w:rFonts w:ascii="Arial" w:eastAsiaTheme="minorEastAsia" w:hAnsi="Arial" w:cs="Arial"/>
          <w:color w:val="46464D"/>
          <w:sz w:val="20"/>
          <w:szCs w:val="20"/>
        </w:rPr>
        <w:t>. North American Security And Investigations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place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would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expose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 individual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 another</w:t>
      </w:r>
      <w:r w:rsidRPr="00CB7779">
        <w:rPr>
          <w:rFonts w:ascii="Arial" w:eastAsiaTheme="minorEastAsia" w:hAnsi="Arial" w:cs="Arial"/>
          <w:color w:val="1C1F28"/>
          <w:spacing w:val="-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hazard,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i.e. under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construction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scaffolding.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weather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prediction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previous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 for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high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exceed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85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degrees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Fahrenheit,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erected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beginning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present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entirety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shift.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reaches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90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degrees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Fahrenheit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provided,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regardless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previous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day's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temperature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predictions.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Regardless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temperature,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available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upon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request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available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permanent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basis.</w:t>
      </w:r>
    </w:p>
    <w:p w14:paraId="0A96443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41C487A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78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post,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 could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existing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trees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buildings,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air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conditioned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vehicles,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temporary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tents,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umbrellas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canopies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erected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purpose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of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providing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44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constitute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adequate shade,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fully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 xml:space="preserve">the individual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at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times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i.e.</w:t>
      </w:r>
      <w:r w:rsidRPr="00CB7779">
        <w:rPr>
          <w:rFonts w:ascii="Arial" w:eastAsiaTheme="minorEastAsia" w:hAnsi="Arial" w:cs="Arial"/>
          <w:color w:val="31343B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able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see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shadow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time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.</w:t>
      </w:r>
    </w:p>
    <w:p w14:paraId="2B9564B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7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1D469AA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4" w:lineRule="auto"/>
        <w:ind w:right="89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requires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patrol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both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 xml:space="preserve">outdoor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lastRenderedPageBreak/>
        <w:t>portions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1343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site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regular</w:t>
      </w:r>
      <w:r w:rsidRPr="00CB7779">
        <w:rPr>
          <w:rFonts w:ascii="Arial" w:eastAsiaTheme="minorEastAsia" w:hAnsi="Arial" w:cs="Arial"/>
          <w:color w:val="31343B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basis,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separate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area. Similarl</w:t>
      </w:r>
      <w:r w:rsidRPr="00CB7779">
        <w:rPr>
          <w:rFonts w:ascii="Arial" w:eastAsiaTheme="minorEastAsia" w:hAnsi="Arial" w:cs="Arial"/>
          <w:color w:val="1C1F28"/>
          <w:spacing w:val="5"/>
          <w:w w:val="101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44444B"/>
          <w:w w:val="66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requires the</w:t>
      </w:r>
      <w:r w:rsidRPr="00CB7779">
        <w:rPr>
          <w:rFonts w:ascii="Arial" w:eastAsiaTheme="minorEastAsia" w:hAnsi="Arial" w:cs="Arial"/>
          <w:color w:val="1C1F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 to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patrol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area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within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air-conditioned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vehicle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portion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shift,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not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separate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-3"/>
          <w:w w:val="103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44444B"/>
          <w:w w:val="94"/>
          <w:sz w:val="20"/>
          <w:szCs w:val="20"/>
        </w:rPr>
        <w:t>.</w:t>
      </w:r>
    </w:p>
    <w:p w14:paraId="38A7B30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7" w:line="220" w:lineRule="exact"/>
        <w:rPr>
          <w:rFonts w:ascii="Arial" w:eastAsiaTheme="minorEastAsia" w:hAnsi="Arial" w:cs="Arial"/>
          <w:color w:val="000000"/>
        </w:rPr>
      </w:pPr>
    </w:p>
    <w:p w14:paraId="148C4D3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IV.</w:t>
      </w:r>
      <w:r w:rsidRPr="00CB7779">
        <w:rPr>
          <w:rFonts w:ascii="Arial" w:eastAsiaTheme="minorEastAsia" w:hAnsi="Arial" w:cs="Arial"/>
          <w:b/>
          <w:bCs/>
          <w:color w:val="31343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w w:val="101"/>
          <w:sz w:val="20"/>
          <w:szCs w:val="20"/>
        </w:rPr>
        <w:t>Acclimatization</w:t>
      </w:r>
    </w:p>
    <w:p w14:paraId="657B14D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3DDC52F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6" w:lineRule="auto"/>
        <w:ind w:right="7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Sudden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31343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accustomed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such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temperatures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lead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negative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consequence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44B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conduct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individualized</w:t>
      </w:r>
      <w:r w:rsidRPr="00CB7779">
        <w:rPr>
          <w:rFonts w:ascii="Arial" w:eastAsiaTheme="minorEastAsia" w:hAnsi="Arial" w:cs="Arial"/>
          <w:color w:val="1C1F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assessment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determin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:</w:t>
      </w:r>
      <w:r w:rsidRPr="00CB7779">
        <w:rPr>
          <w:rFonts w:ascii="Arial" w:eastAsiaTheme="minorEastAsia" w:hAnsi="Arial" w:cs="Arial"/>
          <w:color w:val="44444B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(1)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(including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length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 xml:space="preserve">experience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1343B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typically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experienced);</w:t>
      </w:r>
      <w:r w:rsidRPr="00CB7779">
        <w:rPr>
          <w:rFonts w:ascii="Arial" w:eastAsiaTheme="minorEastAsia" w:hAnsi="Arial" w:cs="Arial"/>
          <w:color w:val="1C1F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(2)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length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 shift,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availability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shade,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1343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>pos</w:t>
      </w:r>
      <w:r w:rsidRPr="00CB7779">
        <w:rPr>
          <w:rFonts w:ascii="Arial" w:eastAsiaTheme="minorEastAsia" w:hAnsi="Arial" w:cs="Arial"/>
          <w:color w:val="1C1F28"/>
          <w:spacing w:val="5"/>
          <w:w w:val="10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4444B"/>
          <w:w w:val="66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i.e.</w:t>
      </w:r>
      <w:r w:rsidRPr="00CB7779">
        <w:rPr>
          <w:rFonts w:ascii="Arial" w:eastAsiaTheme="minorEastAsia" w:hAnsi="Arial" w:cs="Arial"/>
          <w:color w:val="31343B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whether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allows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portion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performed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indoors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 within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air-conditioned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vehicl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;</w:t>
      </w:r>
      <w:r w:rsidRPr="00CB7779">
        <w:rPr>
          <w:rFonts w:ascii="Arial" w:eastAsiaTheme="minorEastAsia" w:hAnsi="Arial" w:cs="Arial"/>
          <w:color w:val="44444B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(3)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periodic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reassessment</w:t>
      </w:r>
      <w:r w:rsidRPr="00CB7779">
        <w:rPr>
          <w:rFonts w:ascii="Arial" w:eastAsiaTheme="minorEastAsia" w:hAnsi="Arial" w:cs="Arial"/>
          <w:color w:val="31343B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current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4444B"/>
          <w:spacing w:val="-4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enced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post.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Based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upon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individualized</w:t>
      </w:r>
      <w:r w:rsidRPr="00CB7779">
        <w:rPr>
          <w:rFonts w:ascii="Arial" w:eastAsiaTheme="minorEastAsia" w:hAnsi="Arial" w:cs="Arial"/>
          <w:color w:val="1C1F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assessment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1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4444B"/>
          <w:spacing w:val="11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will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31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proper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implemented</w:t>
      </w:r>
      <w:r w:rsidRPr="00CB7779">
        <w:rPr>
          <w:rFonts w:ascii="Arial" w:eastAsiaTheme="minorEastAsia" w:hAnsi="Arial" w:cs="Arial"/>
          <w:color w:val="31343B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acclimatize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 exposure.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individualized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assessment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contained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site-specific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guidelines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post.</w:t>
      </w:r>
    </w:p>
    <w:p w14:paraId="486821D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20" w:lineRule="exact"/>
        <w:rPr>
          <w:rFonts w:ascii="Arial" w:eastAsiaTheme="minorEastAsia" w:hAnsi="Arial" w:cs="Arial"/>
          <w:color w:val="000000"/>
        </w:rPr>
      </w:pPr>
    </w:p>
    <w:p w14:paraId="5DE78AA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right="65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these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could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includ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:</w:t>
      </w:r>
      <w:r w:rsidRPr="00CB7779">
        <w:rPr>
          <w:rFonts w:ascii="Arial" w:eastAsiaTheme="minorEastAsia" w:hAnsi="Arial" w:cs="Arial"/>
          <w:color w:val="44444B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scheduling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little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indoors</w:t>
      </w:r>
      <w:r w:rsidRPr="00CB7779">
        <w:rPr>
          <w:rFonts w:ascii="Arial" w:eastAsiaTheme="minorEastAsia" w:hAnsi="Arial" w:cs="Arial"/>
          <w:color w:val="31343B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highest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C1F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day,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scheduling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little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shifts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cooler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times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da</w:t>
      </w:r>
      <w:r w:rsidRPr="00CB7779">
        <w:rPr>
          <w:rFonts w:ascii="Arial" w:eastAsiaTheme="minorEastAsia" w:hAnsi="Arial" w:cs="Arial"/>
          <w:color w:val="1C1F28"/>
          <w:spacing w:val="4"/>
          <w:w w:val="101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5B5D5B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5B5D5B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each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31343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being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acclimatize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modifications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schedule,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location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other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characteristic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gradually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modified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over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4-14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 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current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31343B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nature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post.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additio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new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little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monitored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more</w:t>
      </w:r>
      <w:r w:rsidRPr="00CB7779">
        <w:rPr>
          <w:rFonts w:ascii="Arial" w:eastAsiaTheme="minorEastAsia" w:hAnsi="Arial" w:cs="Arial"/>
          <w:color w:val="31343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94"/>
          <w:sz w:val="20"/>
          <w:szCs w:val="20"/>
        </w:rPr>
        <w:t>c</w:t>
      </w:r>
      <w:r>
        <w:rPr>
          <w:rFonts w:ascii="Arial" w:eastAsiaTheme="minorEastAsia" w:hAnsi="Arial" w:cs="Arial"/>
          <w:color w:val="1C1F28"/>
          <w:w w:val="94"/>
          <w:sz w:val="20"/>
          <w:szCs w:val="20"/>
        </w:rPr>
        <w:t>los</w:t>
      </w:r>
      <w:r w:rsidRPr="00CB7779">
        <w:rPr>
          <w:rFonts w:ascii="Arial" w:eastAsiaTheme="minorEastAsia" w:hAnsi="Arial" w:cs="Arial"/>
          <w:color w:val="1C1F28"/>
          <w:w w:val="94"/>
          <w:sz w:val="20"/>
          <w:szCs w:val="20"/>
        </w:rPr>
        <w:t>ely</w:t>
      </w:r>
      <w:r w:rsidRPr="00CB7779">
        <w:rPr>
          <w:rFonts w:ascii="Arial" w:eastAsiaTheme="minorEastAsia" w:hAnsi="Arial" w:cs="Arial"/>
          <w:color w:val="1C1F28"/>
          <w:spacing w:val="13"/>
          <w:w w:val="9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acclimatization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 xml:space="preserve">process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experiencing</w:t>
      </w:r>
      <w:r w:rsidRPr="00CB7779">
        <w:rPr>
          <w:rFonts w:ascii="Arial" w:eastAsiaTheme="minorEastAsia" w:hAnsi="Arial" w:cs="Arial"/>
          <w:color w:val="1C1F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C1F28"/>
          <w:spacing w:val="-2"/>
          <w:w w:val="10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44B"/>
          <w:w w:val="94"/>
          <w:sz w:val="20"/>
          <w:szCs w:val="20"/>
        </w:rPr>
        <w:t>.</w:t>
      </w:r>
    </w:p>
    <w:p w14:paraId="16BEF61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5" w:line="220" w:lineRule="exact"/>
        <w:rPr>
          <w:rFonts w:ascii="Arial" w:eastAsiaTheme="minorEastAsia" w:hAnsi="Arial" w:cs="Arial"/>
          <w:color w:val="000000"/>
        </w:rPr>
      </w:pPr>
    </w:p>
    <w:p w14:paraId="36F2DC5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V.</w:t>
      </w:r>
      <w:r w:rsidRPr="00CB7779">
        <w:rPr>
          <w:rFonts w:ascii="Arial" w:eastAsiaTheme="minorEastAsia" w:hAnsi="Arial" w:cs="Arial"/>
          <w:b/>
          <w:bCs/>
          <w:color w:val="31343B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Monitoring</w:t>
      </w:r>
      <w:r w:rsidRPr="00CB7779">
        <w:rPr>
          <w:rFonts w:ascii="Arial" w:eastAsiaTheme="minorEastAsia" w:hAnsi="Arial" w:cs="Arial"/>
          <w:b/>
          <w:bCs/>
          <w:color w:val="31343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of</w:t>
      </w:r>
      <w:r w:rsidRPr="00CB7779">
        <w:rPr>
          <w:rFonts w:ascii="Arial" w:eastAsiaTheme="minorEastAsia" w:hAnsi="Arial" w:cs="Arial"/>
          <w:b/>
          <w:bCs/>
          <w:color w:val="31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Heat</w:t>
      </w:r>
      <w:r w:rsidRPr="00CB7779">
        <w:rPr>
          <w:rFonts w:ascii="Arial" w:eastAsiaTheme="minorEastAsia" w:hAnsi="Arial" w:cs="Arial"/>
          <w:b/>
          <w:bCs/>
          <w:color w:val="31343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w w:val="101"/>
          <w:sz w:val="20"/>
          <w:szCs w:val="20"/>
        </w:rPr>
        <w:t>Exposure</w:t>
      </w:r>
    </w:p>
    <w:p w14:paraId="1DFCD51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0787D67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3" w:line="244" w:lineRule="auto"/>
        <w:ind w:right="58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Once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31343B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been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trained</w:t>
      </w:r>
      <w:r w:rsidRPr="00CB7779">
        <w:rPr>
          <w:rFonts w:ascii="Arial" w:eastAsiaTheme="minorEastAsia" w:hAnsi="Arial" w:cs="Arial"/>
          <w:color w:val="31343B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1343B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 importance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prevention,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all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expected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 take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personal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responsibility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ensuring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are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consu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>m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44444B"/>
          <w:spacing w:val="-1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1C1F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sufficient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wate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seeking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necessary</w:t>
      </w:r>
      <w:r w:rsidRPr="00CB7779">
        <w:rPr>
          <w:rFonts w:ascii="Arial" w:eastAsiaTheme="minorEastAsia" w:hAnsi="Arial" w:cs="Arial"/>
          <w:color w:val="1C1F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acclimatizing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themselves</w:t>
      </w:r>
      <w:r>
        <w:rPr>
          <w:rFonts w:ascii="Arial" w:eastAsiaTheme="minorEastAsia" w:hAnsi="Arial" w:cs="Arial"/>
          <w:color w:val="1C1F28"/>
          <w:sz w:val="20"/>
          <w:szCs w:val="20"/>
        </w:rPr>
        <w:t xml:space="preserve"> for outdoor work. 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0F111A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posts</w:t>
      </w:r>
      <w:r w:rsidRPr="00CB7779">
        <w:rPr>
          <w:rFonts w:ascii="Arial" w:eastAsiaTheme="minorEastAsia" w:hAnsi="Arial" w:cs="Arial"/>
          <w:color w:val="1F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patrol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close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proximity to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another</w:t>
      </w:r>
      <w:r w:rsidRPr="00CB7779">
        <w:rPr>
          <w:rFonts w:ascii="Arial" w:eastAsiaTheme="minorEastAsia" w:hAnsi="Arial" w:cs="Arial"/>
          <w:color w:val="4F4F52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assigned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"buddy"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</w:t>
      </w:r>
      <w:r w:rsidRPr="00CB7779">
        <w:rPr>
          <w:rFonts w:ascii="Arial" w:eastAsiaTheme="minorEastAsia" w:hAnsi="Arial" w:cs="Arial"/>
          <w:color w:val="1F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look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discomfort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F4F52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F4F52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0F111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posts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where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F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required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patrol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remote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separate</w:t>
      </w:r>
      <w:r w:rsidRPr="00CB7779">
        <w:rPr>
          <w:rFonts w:ascii="Arial" w:eastAsiaTheme="minorEastAsia" w:hAnsi="Arial" w:cs="Arial"/>
          <w:color w:val="0F111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without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immediate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regular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interaction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other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F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employees,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F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monitoring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 supervisor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 ensure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 individual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showing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D3F44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necessity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 monitor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identification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monitor,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frequency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assess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employee's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status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identification of</w:t>
      </w:r>
      <w:r w:rsidRPr="00CB7779">
        <w:rPr>
          <w:rFonts w:ascii="Arial" w:eastAsiaTheme="minorEastAsia" w:hAnsi="Arial" w:cs="Arial"/>
          <w:color w:val="1F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those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F21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monitored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outlined</w:t>
      </w:r>
      <w:r w:rsidRPr="00CB7779">
        <w:rPr>
          <w:rFonts w:ascii="Arial" w:eastAsiaTheme="minorEastAsia" w:hAnsi="Arial" w:cs="Arial"/>
          <w:color w:val="0F111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site-specific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guidelines</w:t>
      </w:r>
      <w:r w:rsidRPr="00CB7779">
        <w:rPr>
          <w:rFonts w:ascii="Arial" w:eastAsiaTheme="minorEastAsia" w:hAnsi="Arial" w:cs="Arial"/>
          <w:color w:val="1F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post.</w:t>
      </w:r>
    </w:p>
    <w:p w14:paraId="013C019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9" w:line="220" w:lineRule="exact"/>
        <w:rPr>
          <w:rFonts w:ascii="Arial" w:eastAsiaTheme="minorEastAsia" w:hAnsi="Arial" w:cs="Arial"/>
          <w:color w:val="000000"/>
        </w:rPr>
      </w:pPr>
    </w:p>
    <w:p w14:paraId="76155CE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1F2128"/>
          <w:sz w:val="20"/>
          <w:szCs w:val="20"/>
        </w:rPr>
        <w:t>VI.</w:t>
      </w:r>
      <w:r w:rsidRPr="00CB7779">
        <w:rPr>
          <w:rFonts w:ascii="Arial" w:eastAsiaTheme="minorEastAsia" w:hAnsi="Arial" w:cs="Arial"/>
          <w:b/>
          <w:bCs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b/>
          <w:bCs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F2128"/>
          <w:w w:val="103"/>
          <w:sz w:val="20"/>
          <w:szCs w:val="20"/>
        </w:rPr>
        <w:t>P</w:t>
      </w:r>
      <w:r w:rsidRPr="00CB7779">
        <w:rPr>
          <w:rFonts w:ascii="Arial" w:eastAsiaTheme="minorEastAsia" w:hAnsi="Arial" w:cs="Arial"/>
          <w:b/>
          <w:bCs/>
          <w:color w:val="3D3F44"/>
          <w:spacing w:val="-1"/>
          <w:w w:val="99"/>
          <w:sz w:val="20"/>
          <w:szCs w:val="20"/>
        </w:rPr>
        <w:t>r</w:t>
      </w:r>
      <w:r w:rsidRPr="00CB7779">
        <w:rPr>
          <w:rFonts w:ascii="Arial" w:eastAsiaTheme="minorEastAsia" w:hAnsi="Arial" w:cs="Arial"/>
          <w:b/>
          <w:bCs/>
          <w:color w:val="1F2128"/>
          <w:w w:val="101"/>
          <w:sz w:val="20"/>
          <w:szCs w:val="20"/>
        </w:rPr>
        <w:t>ocedures</w:t>
      </w:r>
    </w:p>
    <w:p w14:paraId="2C994D4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10376A7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183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In the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event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F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F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requires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attention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due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F2128"/>
          <w:spacing w:val="-1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w w:val="88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following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F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followed:</w:t>
      </w:r>
    </w:p>
    <w:p w14:paraId="38FB91B3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2611444A" w14:textId="77777777" w:rsidR="0019564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1F2128"/>
          <w:w w:val="104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pacing w:val="-7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D3F44"/>
          <w:spacing w:val="-5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3D3F44"/>
          <w:sz w:val="20"/>
          <w:szCs w:val="20"/>
        </w:rPr>
        <w:t xml:space="preserve">        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Immediately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possible.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If there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sufficient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time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4"/>
          <w:sz w:val="20"/>
          <w:szCs w:val="20"/>
        </w:rPr>
        <w:t>the</w:t>
      </w:r>
    </w:p>
    <w:p w14:paraId="7F759090" w14:textId="77777777" w:rsidR="0019564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1F2128"/>
          <w:w w:val="102"/>
          <w:sz w:val="20"/>
          <w:szCs w:val="20"/>
        </w:rPr>
      </w:pPr>
      <w:r>
        <w:rPr>
          <w:rFonts w:ascii="Arial" w:eastAsiaTheme="minorEastAsia" w:hAnsi="Arial" w:cs="Arial"/>
          <w:color w:val="1F2128"/>
          <w:w w:val="104"/>
          <w:sz w:val="20"/>
          <w:szCs w:val="20"/>
        </w:rPr>
        <w:t xml:space="preserve">    </w:t>
      </w:r>
      <w:r w:rsidRPr="006307F5">
        <w:rPr>
          <w:rFonts w:ascii="Arial" w:eastAsiaTheme="minorEastAsia" w:hAnsi="Arial" w:cs="Arial"/>
          <w:color w:val="1F2128"/>
          <w:w w:val="104"/>
          <w:sz w:val="10"/>
          <w:szCs w:val="10"/>
        </w:rPr>
        <w:t xml:space="preserve">     </w:t>
      </w:r>
      <w:r>
        <w:rPr>
          <w:rFonts w:ascii="Arial" w:eastAsiaTheme="minorEastAsia" w:hAnsi="Arial" w:cs="Arial"/>
          <w:color w:val="1F2128"/>
          <w:w w:val="104"/>
          <w:sz w:val="10"/>
          <w:szCs w:val="10"/>
        </w:rPr>
        <w:t xml:space="preserve">      </w:t>
      </w:r>
      <w:r w:rsidRPr="006307F5">
        <w:rPr>
          <w:rFonts w:ascii="Arial" w:eastAsiaTheme="minorEastAsia" w:hAnsi="Arial" w:cs="Arial"/>
          <w:color w:val="1F2128"/>
          <w:sz w:val="10"/>
          <w:szCs w:val="10"/>
        </w:rPr>
        <w:t xml:space="preserve">  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due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severity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symptom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F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personnel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to</w:t>
      </w:r>
    </w:p>
    <w:p w14:paraId="5C37E1AB" w14:textId="77777777" w:rsidR="0019564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1F2128"/>
          <w:w w:val="102"/>
          <w:sz w:val="20"/>
          <w:szCs w:val="20"/>
        </w:rPr>
      </w:pPr>
      <w:r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        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request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service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646267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646267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informatio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identification</w:t>
      </w:r>
      <w:r w:rsidRPr="00CB7779">
        <w:rPr>
          <w:rFonts w:ascii="Arial" w:eastAsiaTheme="minorEastAsia" w:hAnsi="Arial" w:cs="Arial"/>
          <w:color w:val="1F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0F111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directions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and</w:t>
      </w:r>
    </w:p>
    <w:p w14:paraId="66D9329D" w14:textId="77777777" w:rsidR="0019564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1F2128"/>
          <w:w w:val="102"/>
          <w:sz w:val="20"/>
          <w:szCs w:val="20"/>
        </w:rPr>
      </w:pPr>
      <w:r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        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nearest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facility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0F111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written</w:t>
      </w:r>
    </w:p>
    <w:p w14:paraId="3577948A" w14:textId="77777777" w:rsidR="00195649" w:rsidRPr="00CB777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   </w:t>
      </w:r>
      <w:r w:rsidRPr="006307F5">
        <w:rPr>
          <w:rFonts w:ascii="Arial" w:eastAsiaTheme="minorEastAsia" w:hAnsi="Arial" w:cs="Arial"/>
          <w:color w:val="1F2128"/>
          <w:w w:val="102"/>
          <w:sz w:val="10"/>
          <w:szCs w:val="10"/>
        </w:rPr>
        <w:t xml:space="preserve">   </w:t>
      </w:r>
      <w:r>
        <w:rPr>
          <w:rFonts w:ascii="Arial" w:eastAsiaTheme="minorEastAsia" w:hAnsi="Arial" w:cs="Arial"/>
          <w:color w:val="1F2128"/>
          <w:w w:val="102"/>
          <w:sz w:val="10"/>
          <w:szCs w:val="10"/>
        </w:rPr>
        <w:t xml:space="preserve">      </w:t>
      </w:r>
      <w:r w:rsidRPr="006307F5">
        <w:rPr>
          <w:rFonts w:ascii="Arial" w:eastAsiaTheme="minorEastAsia" w:hAnsi="Arial" w:cs="Arial"/>
          <w:color w:val="1F2128"/>
          <w:w w:val="102"/>
          <w:sz w:val="10"/>
          <w:szCs w:val="10"/>
        </w:rPr>
        <w:t xml:space="preserve">  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guideline</w:t>
      </w:r>
      <w:r w:rsidRPr="00CB7779">
        <w:rPr>
          <w:rFonts w:ascii="Arial" w:eastAsiaTheme="minorEastAsia" w:hAnsi="Arial" w:cs="Arial"/>
          <w:color w:val="1F2128"/>
          <w:spacing w:val="-2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w w:val="94"/>
          <w:sz w:val="20"/>
          <w:szCs w:val="20"/>
        </w:rPr>
        <w:t>.</w:t>
      </w:r>
    </w:p>
    <w:p w14:paraId="478A545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4" w:line="220" w:lineRule="exact"/>
        <w:rPr>
          <w:rFonts w:ascii="Arial" w:eastAsiaTheme="minorEastAsia" w:hAnsi="Arial" w:cs="Arial"/>
          <w:color w:val="000000"/>
        </w:rPr>
      </w:pPr>
    </w:p>
    <w:p w14:paraId="20D352A6" w14:textId="77777777" w:rsidR="00195649" w:rsidRPr="00CB7779" w:rsidRDefault="00195649" w:rsidP="00195649">
      <w:pPr>
        <w:widowControl w:val="0"/>
        <w:tabs>
          <w:tab w:val="left" w:pos="780"/>
        </w:tabs>
        <w:autoSpaceDE w:val="0"/>
        <w:autoSpaceDN w:val="0"/>
        <w:adjustRightInd w:val="0"/>
        <w:spacing w:line="246" w:lineRule="auto"/>
        <w:ind w:left="660" w:right="78" w:hanging="66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lastRenderedPageBreak/>
        <w:t>2.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ab/>
        <w:t>After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report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made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0F111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3"/>
          <w:sz w:val="20"/>
          <w:szCs w:val="20"/>
        </w:rPr>
        <w:t xml:space="preserve">medical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personnel</w:t>
      </w:r>
      <w:r w:rsidRPr="00CB7779">
        <w:rPr>
          <w:rFonts w:ascii="Arial" w:eastAsiaTheme="minorEastAsia" w:hAnsi="Arial" w:cs="Arial"/>
          <w:color w:val="1F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request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service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if they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already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been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contacte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F4F52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F4F52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information,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identification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3D3F44"/>
          <w:spacing w:val="5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ections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nearest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emergency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facility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 the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guideline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D3F44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F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should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charged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mobile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telephone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so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promptly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request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services.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cell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phone</w:t>
      </w:r>
      <w:r w:rsidRPr="00CB7779">
        <w:rPr>
          <w:rFonts w:ascii="Arial" w:eastAsiaTheme="minorEastAsia" w:hAnsi="Arial" w:cs="Arial"/>
          <w:color w:val="1F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coverage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4F4F52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F4F52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cell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phone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coverage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available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intermitten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make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alternative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arrangements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allow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F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>personnel.</w:t>
      </w:r>
    </w:p>
    <w:p w14:paraId="66165C2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0" w:line="220" w:lineRule="exact"/>
        <w:rPr>
          <w:rFonts w:ascii="Arial" w:eastAsiaTheme="minorEastAsia" w:hAnsi="Arial" w:cs="Arial"/>
          <w:color w:val="000000"/>
        </w:rPr>
      </w:pPr>
    </w:p>
    <w:p w14:paraId="02D9562D" w14:textId="77777777" w:rsidR="00195649" w:rsidRPr="00CB7779" w:rsidRDefault="00195649" w:rsidP="00195649">
      <w:pPr>
        <w:widowControl w:val="0"/>
        <w:tabs>
          <w:tab w:val="left" w:pos="800"/>
        </w:tabs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>3</w:t>
      </w:r>
      <w:r>
        <w:rPr>
          <w:rFonts w:ascii="Arial" w:eastAsiaTheme="minorEastAsia" w:hAnsi="Arial" w:cs="Arial"/>
          <w:color w:val="4F4F52"/>
          <w:sz w:val="20"/>
          <w:szCs w:val="20"/>
        </w:rPr>
        <w:t xml:space="preserve">.        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first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aid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outlined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3D3F44"/>
          <w:spacing w:val="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0.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Above</w:t>
      </w:r>
    </w:p>
    <w:p w14:paraId="66CBBD4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312A6C0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1F2128"/>
          <w:sz w:val="20"/>
          <w:szCs w:val="20"/>
        </w:rPr>
        <w:t>VII.</w:t>
      </w:r>
      <w:r w:rsidRPr="00CB7779">
        <w:rPr>
          <w:rFonts w:ascii="Arial" w:eastAsiaTheme="minorEastAsia" w:hAnsi="Arial" w:cs="Arial"/>
          <w:b/>
          <w:bCs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F2128"/>
          <w:sz w:val="20"/>
          <w:szCs w:val="20"/>
        </w:rPr>
        <w:t>Weather</w:t>
      </w:r>
      <w:r w:rsidRPr="00CB7779">
        <w:rPr>
          <w:rFonts w:ascii="Arial" w:eastAsiaTheme="minorEastAsia" w:hAnsi="Arial" w:cs="Arial"/>
          <w:b/>
          <w:bCs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D3F44"/>
          <w:spacing w:val="2"/>
          <w:w w:val="99"/>
          <w:sz w:val="20"/>
          <w:szCs w:val="20"/>
        </w:rPr>
        <w:t>T</w:t>
      </w:r>
      <w:r w:rsidRPr="00CB7779">
        <w:rPr>
          <w:rFonts w:ascii="Arial" w:eastAsiaTheme="minorEastAsia" w:hAnsi="Arial" w:cs="Arial"/>
          <w:b/>
          <w:bCs/>
          <w:color w:val="1F2128"/>
          <w:w w:val="101"/>
          <w:sz w:val="20"/>
          <w:szCs w:val="20"/>
        </w:rPr>
        <w:t>racking</w:t>
      </w:r>
    </w:p>
    <w:p w14:paraId="437FEBD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7" w:line="220" w:lineRule="exact"/>
        <w:rPr>
          <w:rFonts w:ascii="Arial" w:eastAsiaTheme="minorEastAsia" w:hAnsi="Arial" w:cs="Arial"/>
          <w:color w:val="000000"/>
        </w:rPr>
      </w:pPr>
    </w:p>
    <w:p w14:paraId="1D885F8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53" w:lineRule="auto"/>
        <w:ind w:right="357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track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weather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predictions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regular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basis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year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round.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summer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months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(May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September)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wav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track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predicted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high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F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daily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basi</w:t>
      </w:r>
      <w:r w:rsidRPr="00CB7779">
        <w:rPr>
          <w:rFonts w:ascii="Arial" w:eastAsiaTheme="minorEastAsia" w:hAnsi="Arial" w:cs="Arial"/>
          <w:color w:val="1F2128"/>
          <w:spacing w:val="-2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F4F52"/>
          <w:w w:val="117"/>
          <w:sz w:val="20"/>
          <w:szCs w:val="20"/>
        </w:rPr>
        <w:t>.</w:t>
      </w:r>
    </w:p>
    <w:p w14:paraId="13C529D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eastAsiaTheme="minorEastAsia" w:hAnsi="Arial" w:cs="Arial"/>
          <w:color w:val="000000"/>
          <w:sz w:val="20"/>
          <w:szCs w:val="20"/>
        </w:rPr>
      </w:pPr>
    </w:p>
    <w:p w14:paraId="0DE1E8C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51" w:lineRule="auto"/>
        <w:ind w:right="76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event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temp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D3F44"/>
          <w:spacing w:val="5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atures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exceeding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90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degrees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Fahrenheit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wave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3"/>
          <w:sz w:val="20"/>
          <w:szCs w:val="20"/>
        </w:rPr>
        <w:t xml:space="preserve">unusual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other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than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September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 assess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need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additional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modifications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 alterations</w:t>
      </w:r>
      <w:r w:rsidRPr="00CB7779">
        <w:rPr>
          <w:rFonts w:ascii="Arial" w:eastAsiaTheme="minorEastAsia" w:hAnsi="Arial" w:cs="Arial"/>
          <w:color w:val="1F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work assignments</w:t>
      </w:r>
      <w:r w:rsidRPr="00CB7779">
        <w:rPr>
          <w:rFonts w:ascii="Arial" w:eastAsiaTheme="minorEastAsia" w:hAnsi="Arial" w:cs="Arial"/>
          <w:color w:val="1F21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 reduce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risk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illness</w:t>
      </w:r>
    </w:p>
    <w:p w14:paraId="2EAB05F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eastAsiaTheme="minorEastAsia" w:hAnsi="Arial" w:cs="Arial"/>
          <w:color w:val="000000"/>
        </w:rPr>
      </w:pPr>
    </w:p>
    <w:p w14:paraId="720F892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Such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considerations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include:</w:t>
      </w:r>
    </w:p>
    <w:p w14:paraId="590D632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4" w:lineRule="exact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1.</w:t>
      </w:r>
      <w:r w:rsidRPr="00850449">
        <w:rPr>
          <w:rFonts w:ascii="Arial" w:eastAsiaTheme="minorEastAsia" w:hAnsi="Arial" w:cs="Arial"/>
          <w:color w:val="1F2128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1F2128"/>
          <w:sz w:val="6"/>
          <w:szCs w:val="6"/>
        </w:rPr>
        <w:t xml:space="preserve">   </w:t>
      </w:r>
      <w:r w:rsidRPr="00850449">
        <w:rPr>
          <w:rFonts w:ascii="Arial" w:eastAsiaTheme="minorEastAsia" w:hAnsi="Arial" w:cs="Arial"/>
          <w:color w:val="1F2128"/>
          <w:spacing w:val="47"/>
          <w:sz w:val="6"/>
          <w:szCs w:val="6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Modified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schedules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(reduced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length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shift,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timing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 shift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cooler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portions</w:t>
      </w:r>
      <w:r w:rsidRPr="00CB7779">
        <w:rPr>
          <w:rFonts w:ascii="Arial" w:eastAsiaTheme="minorEastAsia" w:hAnsi="Arial" w:cs="Arial"/>
          <w:color w:val="1F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da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</w:p>
    <w:p w14:paraId="71A19BD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7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F2128"/>
          <w:sz w:val="20"/>
          <w:szCs w:val="20"/>
        </w:rPr>
        <w:t xml:space="preserve"> </w:t>
      </w:r>
      <w:r w:rsidRPr="00CD6123">
        <w:rPr>
          <w:rFonts w:ascii="Arial" w:eastAsiaTheme="minorEastAsia" w:hAnsi="Arial" w:cs="Arial"/>
          <w:color w:val="1F2128"/>
          <w:sz w:val="6"/>
          <w:szCs w:val="6"/>
        </w:rPr>
        <w:t xml:space="preserve">   </w:t>
      </w:r>
      <w:r>
        <w:rPr>
          <w:rFonts w:ascii="Arial" w:eastAsiaTheme="minorEastAsia" w:hAnsi="Arial" w:cs="Arial"/>
          <w:color w:val="1F2128"/>
          <w:sz w:val="6"/>
          <w:szCs w:val="6"/>
        </w:rPr>
        <w:t xml:space="preserve">          </w:t>
      </w:r>
      <w:r w:rsidRPr="00CD6123">
        <w:rPr>
          <w:rFonts w:ascii="Arial" w:eastAsiaTheme="minorEastAsia" w:hAnsi="Arial" w:cs="Arial"/>
          <w:color w:val="1F2128"/>
          <w:sz w:val="6"/>
          <w:szCs w:val="6"/>
        </w:rPr>
        <w:t xml:space="preserve"> 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ending</w:t>
      </w:r>
      <w:r w:rsidRPr="00CB7779">
        <w:rPr>
          <w:rFonts w:ascii="Arial" w:eastAsiaTheme="minorEastAsia" w:hAnsi="Arial" w:cs="Arial"/>
          <w:color w:val="1F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shift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early)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>possible.</w:t>
      </w:r>
    </w:p>
    <w:p w14:paraId="5FE39A2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4" w:lineRule="exact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2</w:t>
      </w:r>
      <w:r w:rsidRPr="00CB7779">
        <w:rPr>
          <w:rFonts w:ascii="Arial" w:eastAsiaTheme="minorEastAsia" w:hAnsi="Arial" w:cs="Arial"/>
          <w:color w:val="646267"/>
          <w:sz w:val="20"/>
          <w:szCs w:val="20"/>
        </w:rPr>
        <w:t>.</w:t>
      </w:r>
      <w:r w:rsidRPr="00850449">
        <w:rPr>
          <w:rFonts w:ascii="Arial" w:eastAsiaTheme="minorEastAsia" w:hAnsi="Arial" w:cs="Arial"/>
          <w:color w:val="646267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646267"/>
          <w:sz w:val="6"/>
          <w:szCs w:val="6"/>
        </w:rPr>
        <w:t xml:space="preserve">     </w:t>
      </w:r>
      <w:r w:rsidRPr="00850449">
        <w:rPr>
          <w:rFonts w:ascii="Arial" w:eastAsiaTheme="minorEastAsia" w:hAnsi="Arial" w:cs="Arial"/>
          <w:color w:val="646267"/>
          <w:sz w:val="6"/>
          <w:szCs w:val="6"/>
        </w:rPr>
        <w:t xml:space="preserve"> </w:t>
      </w:r>
      <w:r w:rsidRPr="00850449">
        <w:rPr>
          <w:rFonts w:ascii="Arial" w:eastAsiaTheme="minorEastAsia" w:hAnsi="Arial" w:cs="Arial"/>
          <w:color w:val="646267"/>
          <w:spacing w:val="13"/>
          <w:sz w:val="6"/>
          <w:szCs w:val="6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Increased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number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breaks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increased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recommended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>consumptio</w:t>
      </w:r>
      <w:r w:rsidRPr="00CB7779">
        <w:rPr>
          <w:rFonts w:ascii="Arial" w:eastAsiaTheme="minorEastAsia" w:hAnsi="Arial" w:cs="Arial"/>
          <w:color w:val="1F2128"/>
          <w:spacing w:val="-4"/>
          <w:w w:val="102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646267"/>
          <w:w w:val="117"/>
          <w:sz w:val="20"/>
          <w:szCs w:val="20"/>
        </w:rPr>
        <w:t>.</w:t>
      </w:r>
    </w:p>
    <w:p w14:paraId="399DECD7" w14:textId="77777777" w:rsidR="0019564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1F2128"/>
          <w:w w:val="101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>3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.</w:t>
      </w:r>
      <w:r w:rsidRPr="00850449">
        <w:rPr>
          <w:rFonts w:ascii="Arial" w:eastAsiaTheme="minorEastAsia" w:hAnsi="Arial" w:cs="Arial"/>
          <w:color w:val="3D3F44"/>
          <w:sz w:val="6"/>
          <w:szCs w:val="6"/>
        </w:rPr>
        <w:t xml:space="preserve">  </w:t>
      </w:r>
      <w:r>
        <w:rPr>
          <w:rFonts w:ascii="Arial" w:eastAsiaTheme="minorEastAsia" w:hAnsi="Arial" w:cs="Arial"/>
          <w:color w:val="3D3F44"/>
          <w:sz w:val="6"/>
          <w:szCs w:val="6"/>
        </w:rPr>
        <w:t xml:space="preserve">     </w:t>
      </w:r>
      <w:r w:rsidRPr="00850449">
        <w:rPr>
          <w:rFonts w:ascii="Arial" w:eastAsiaTheme="minorEastAsia" w:hAnsi="Arial" w:cs="Arial"/>
          <w:color w:val="3D3F44"/>
          <w:spacing w:val="6"/>
          <w:sz w:val="6"/>
          <w:szCs w:val="6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Increased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monitoring</w:t>
      </w:r>
      <w:r w:rsidRPr="00CB7779">
        <w:rPr>
          <w:rFonts w:ascii="Arial" w:eastAsiaTheme="minorEastAsia" w:hAnsi="Arial" w:cs="Arial"/>
          <w:color w:val="1F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designated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trained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individual.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For </w:t>
      </w:r>
      <w:r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 </w:t>
      </w:r>
    </w:p>
    <w:p w14:paraId="7A93B4B1" w14:textId="77777777" w:rsidR="0019564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23262F"/>
          <w:spacing w:val="15"/>
          <w:sz w:val="20"/>
          <w:szCs w:val="20"/>
        </w:rPr>
      </w:pPr>
      <w:r w:rsidRPr="00146D20">
        <w:rPr>
          <w:rFonts w:ascii="Arial" w:eastAsiaTheme="minorEastAsia" w:hAnsi="Arial" w:cs="Arial"/>
          <w:color w:val="1F2128"/>
          <w:w w:val="101"/>
          <w:sz w:val="6"/>
          <w:szCs w:val="6"/>
        </w:rPr>
        <w:t xml:space="preserve">  </w:t>
      </w:r>
      <w:r>
        <w:rPr>
          <w:rFonts w:ascii="Arial" w:eastAsiaTheme="minorEastAsia" w:hAnsi="Arial" w:cs="Arial"/>
          <w:color w:val="1F2128"/>
          <w:w w:val="101"/>
          <w:sz w:val="6"/>
          <w:szCs w:val="6"/>
        </w:rPr>
        <w:t xml:space="preserve">          </w:t>
      </w:r>
      <w:r w:rsidRPr="00146D20">
        <w:rPr>
          <w:rFonts w:ascii="Arial" w:eastAsiaTheme="minorEastAsia" w:hAnsi="Arial" w:cs="Arial"/>
          <w:color w:val="1F2128"/>
          <w:w w:val="101"/>
          <w:sz w:val="6"/>
          <w:szCs w:val="6"/>
        </w:rPr>
        <w:t xml:space="preserve">   </w:t>
      </w:r>
      <w:r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worksites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3D3F44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D3F44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use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might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consider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assigning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>
        <w:rPr>
          <w:rFonts w:ascii="Arial" w:eastAsiaTheme="minorEastAsia" w:hAnsi="Arial" w:cs="Arial"/>
          <w:color w:val="1F2128"/>
          <w:sz w:val="20"/>
          <w:szCs w:val="20"/>
        </w:rPr>
        <w:t xml:space="preserve"> a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23262F"/>
          <w:spacing w:val="15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23262F"/>
          <w:spacing w:val="15"/>
          <w:sz w:val="20"/>
          <w:szCs w:val="20"/>
        </w:rPr>
        <w:t xml:space="preserve"> </w:t>
      </w:r>
    </w:p>
    <w:p w14:paraId="0F87DA2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23262F"/>
          <w:spacing w:val="15"/>
          <w:sz w:val="20"/>
          <w:szCs w:val="20"/>
        </w:rPr>
        <w:t xml:space="preserve">   </w:t>
      </w:r>
      <w:r w:rsidRPr="00850449">
        <w:rPr>
          <w:rFonts w:ascii="Arial" w:eastAsiaTheme="minorEastAsia" w:hAnsi="Arial" w:cs="Arial"/>
          <w:color w:val="23262F"/>
          <w:spacing w:val="15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23262F"/>
          <w:spacing w:val="15"/>
          <w:sz w:val="6"/>
          <w:szCs w:val="6"/>
        </w:rPr>
        <w:t xml:space="preserve">  </w:t>
      </w:r>
      <w:r w:rsidRPr="00CB7779">
        <w:rPr>
          <w:rFonts w:ascii="Arial" w:eastAsiaTheme="minorEastAsia" w:hAnsi="Arial" w:cs="Arial"/>
          <w:color w:val="0F131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0F131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time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event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31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0F131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higher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1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23262F"/>
          <w:spacing w:val="-2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F4146"/>
          <w:w w:val="94"/>
          <w:sz w:val="20"/>
          <w:szCs w:val="20"/>
        </w:rPr>
        <w:t>.</w:t>
      </w:r>
    </w:p>
    <w:p w14:paraId="69C984C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850449">
        <w:rPr>
          <w:rFonts w:ascii="Arial" w:eastAsiaTheme="minorEastAsia" w:hAnsi="Arial" w:cs="Arial"/>
          <w:bCs/>
          <w:color w:val="23262F"/>
          <w:spacing w:val="10"/>
          <w:w w:val="107"/>
          <w:sz w:val="20"/>
          <w:szCs w:val="20"/>
        </w:rPr>
        <w:t>4</w:t>
      </w:r>
      <w:r w:rsidRPr="00850449">
        <w:rPr>
          <w:rFonts w:ascii="Arial" w:eastAsiaTheme="minorEastAsia" w:hAnsi="Arial" w:cs="Arial"/>
          <w:b/>
          <w:bCs/>
          <w:color w:val="4F4F56"/>
          <w:w w:val="72"/>
          <w:sz w:val="20"/>
          <w:szCs w:val="20"/>
        </w:rPr>
        <w:t>.</w:t>
      </w:r>
      <w:r w:rsidRPr="00850449">
        <w:rPr>
          <w:rFonts w:ascii="Arial" w:eastAsiaTheme="minorEastAsia" w:hAnsi="Arial" w:cs="Arial"/>
          <w:b/>
          <w:bCs/>
          <w:color w:val="4F4F56"/>
          <w:sz w:val="6"/>
          <w:szCs w:val="6"/>
        </w:rPr>
        <w:t xml:space="preserve"> </w:t>
      </w:r>
      <w:r>
        <w:rPr>
          <w:rFonts w:ascii="Arial" w:eastAsiaTheme="minorEastAsia" w:hAnsi="Arial" w:cs="Arial"/>
          <w:b/>
          <w:bCs/>
          <w:color w:val="4F4F56"/>
          <w:sz w:val="6"/>
          <w:szCs w:val="6"/>
        </w:rPr>
        <w:t xml:space="preserve">      </w:t>
      </w:r>
      <w:r w:rsidRPr="00850449">
        <w:rPr>
          <w:rFonts w:ascii="Arial" w:eastAsiaTheme="minorEastAsia" w:hAnsi="Arial" w:cs="Arial"/>
          <w:b/>
          <w:bCs/>
          <w:color w:val="4F4F56"/>
          <w:sz w:val="6"/>
          <w:szCs w:val="6"/>
        </w:rPr>
        <w:t xml:space="preserve">  </w:t>
      </w:r>
      <w:r w:rsidRPr="00850449">
        <w:rPr>
          <w:rFonts w:ascii="Arial" w:eastAsiaTheme="minorEastAsia" w:hAnsi="Arial" w:cs="Arial"/>
          <w:b/>
          <w:bCs/>
          <w:color w:val="4F4F56"/>
          <w:spacing w:val="-22"/>
          <w:sz w:val="6"/>
          <w:szCs w:val="6"/>
        </w:rPr>
        <w:t xml:space="preserve"> </w:t>
      </w:r>
      <w:r w:rsidRPr="00850449">
        <w:rPr>
          <w:rFonts w:ascii="Arial" w:eastAsiaTheme="minorEastAsia" w:hAnsi="Arial" w:cs="Arial"/>
          <w:color w:val="23262F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ncreased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replenishment</w:t>
      </w:r>
      <w:r w:rsidRPr="00CB7779">
        <w:rPr>
          <w:rFonts w:ascii="Arial" w:eastAsiaTheme="minorEastAsia" w:hAnsi="Arial" w:cs="Arial"/>
          <w:color w:val="23262F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of fresh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wate</w:t>
      </w:r>
      <w:r w:rsidRPr="00CB7779">
        <w:rPr>
          <w:rFonts w:ascii="Arial" w:eastAsiaTheme="minorEastAsia" w:hAnsi="Arial" w:cs="Arial"/>
          <w:color w:val="23262F"/>
          <w:spacing w:val="4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3F4146"/>
          <w:sz w:val="20"/>
          <w:szCs w:val="20"/>
        </w:rPr>
        <w:t>.</w:t>
      </w:r>
    </w:p>
    <w:p w14:paraId="72F89CD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8" w:lineRule="exact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>5</w:t>
      </w:r>
      <w:r w:rsidRPr="00850449">
        <w:rPr>
          <w:rFonts w:ascii="Arial" w:eastAsiaTheme="minorEastAsia" w:hAnsi="Arial" w:cs="Arial"/>
          <w:color w:val="646464"/>
          <w:sz w:val="20"/>
          <w:szCs w:val="20"/>
        </w:rPr>
        <w:t>.</w:t>
      </w:r>
      <w:r w:rsidRPr="00850449">
        <w:rPr>
          <w:rFonts w:ascii="Arial" w:eastAsiaTheme="minorEastAsia" w:hAnsi="Arial" w:cs="Arial"/>
          <w:color w:val="646464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646464"/>
          <w:sz w:val="6"/>
          <w:szCs w:val="6"/>
        </w:rPr>
        <w:t xml:space="preserve">      </w:t>
      </w:r>
      <w:r w:rsidRPr="00850449">
        <w:rPr>
          <w:rFonts w:ascii="Arial" w:eastAsiaTheme="minorEastAsia" w:hAnsi="Arial" w:cs="Arial"/>
          <w:color w:val="646464"/>
          <w:spacing w:val="5"/>
          <w:sz w:val="6"/>
          <w:szCs w:val="6"/>
        </w:rPr>
        <w:t xml:space="preserve"> </w:t>
      </w:r>
      <w:r w:rsidRPr="00850449">
        <w:rPr>
          <w:rFonts w:ascii="Arial" w:eastAsiaTheme="minorEastAsia" w:hAnsi="Arial" w:cs="Arial"/>
          <w:color w:val="23262F"/>
          <w:sz w:val="20"/>
          <w:szCs w:val="20"/>
        </w:rPr>
        <w:t>Increased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number</w:t>
      </w:r>
      <w:r w:rsidRPr="00CB7779">
        <w:rPr>
          <w:rFonts w:ascii="Arial" w:eastAsiaTheme="minorEastAsia" w:hAnsi="Arial" w:cs="Arial"/>
          <w:color w:val="23262F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23262F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duration</w:t>
      </w:r>
      <w:r w:rsidRPr="00CB7779">
        <w:rPr>
          <w:rFonts w:ascii="Arial" w:eastAsiaTheme="minorEastAsia" w:hAnsi="Arial" w:cs="Arial"/>
          <w:color w:val="23262F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23262F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1"/>
          <w:sz w:val="20"/>
          <w:szCs w:val="20"/>
        </w:rPr>
        <w:t>break</w:t>
      </w:r>
      <w:r w:rsidRPr="00CB7779">
        <w:rPr>
          <w:rFonts w:ascii="Arial" w:eastAsiaTheme="minorEastAsia" w:hAnsi="Arial" w:cs="Arial"/>
          <w:color w:val="23262F"/>
          <w:spacing w:val="-2"/>
          <w:w w:val="10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F4146"/>
          <w:w w:val="94"/>
          <w:sz w:val="20"/>
          <w:szCs w:val="20"/>
        </w:rPr>
        <w:t>.</w:t>
      </w:r>
    </w:p>
    <w:p w14:paraId="46A6B5C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20" w:lineRule="exact"/>
        <w:rPr>
          <w:rFonts w:ascii="Arial" w:eastAsiaTheme="minorEastAsia" w:hAnsi="Arial" w:cs="Arial"/>
          <w:color w:val="000000"/>
        </w:rPr>
      </w:pPr>
    </w:p>
    <w:p w14:paraId="049992D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right="161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RS</w:t>
      </w:r>
      <w:r>
        <w:rPr>
          <w:rFonts w:ascii="Arial" w:eastAsiaTheme="minorEastAsia" w:hAnsi="Arial" w:cs="Arial"/>
          <w:color w:val="23262F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communicate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modifications</w:t>
      </w:r>
      <w:r w:rsidRPr="00CB7779">
        <w:rPr>
          <w:rFonts w:ascii="Arial" w:eastAsiaTheme="minorEastAsia" w:hAnsi="Arial" w:cs="Arial"/>
          <w:color w:val="23262F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account</w:t>
      </w:r>
      <w:r w:rsidRPr="00CB7779">
        <w:rPr>
          <w:rFonts w:ascii="Arial" w:eastAsiaTheme="minorEastAsia" w:hAnsi="Arial" w:cs="Arial"/>
          <w:color w:val="23262F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high</w:t>
      </w: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23262F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2"/>
          <w:sz w:val="20"/>
          <w:szCs w:val="20"/>
        </w:rPr>
        <w:t xml:space="preserve">supervisor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23262F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post.</w:t>
      </w:r>
    </w:p>
    <w:p w14:paraId="12A3881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26A7C9F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19"/>
          <w:szCs w:val="19"/>
        </w:rPr>
      </w:pPr>
      <w:r w:rsidRPr="00CB7779">
        <w:rPr>
          <w:rFonts w:ascii="Arial" w:eastAsiaTheme="minorEastAsia" w:hAnsi="Arial" w:cs="Arial"/>
          <w:b/>
          <w:bCs/>
          <w:color w:val="3F4146"/>
          <w:sz w:val="19"/>
          <w:szCs w:val="19"/>
        </w:rPr>
        <w:t>VI</w:t>
      </w:r>
      <w:r w:rsidRPr="00CB7779">
        <w:rPr>
          <w:rFonts w:ascii="Arial" w:eastAsiaTheme="minorEastAsia" w:hAnsi="Arial" w:cs="Arial"/>
          <w:b/>
          <w:bCs/>
          <w:color w:val="3F4146"/>
          <w:spacing w:val="2"/>
          <w:sz w:val="19"/>
          <w:szCs w:val="19"/>
        </w:rPr>
        <w:t>I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I.</w:t>
      </w:r>
      <w:r w:rsidRPr="00CB7779">
        <w:rPr>
          <w:rFonts w:ascii="Arial" w:eastAsiaTheme="minorEastAsia" w:hAnsi="Arial" w:cs="Arial"/>
          <w:b/>
          <w:bCs/>
          <w:color w:val="23262F"/>
          <w:spacing w:val="24"/>
          <w:sz w:val="19"/>
          <w:szCs w:val="19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S</w:t>
      </w:r>
      <w:r w:rsidRPr="00CB7779">
        <w:rPr>
          <w:rFonts w:ascii="Arial" w:eastAsiaTheme="minorEastAsia" w:hAnsi="Arial" w:cs="Arial"/>
          <w:b/>
          <w:bCs/>
          <w:color w:val="23262F"/>
          <w:spacing w:val="1"/>
          <w:sz w:val="19"/>
          <w:szCs w:val="19"/>
        </w:rPr>
        <w:t>i</w:t>
      </w:r>
      <w:r w:rsidRPr="00CB7779">
        <w:rPr>
          <w:rFonts w:ascii="Arial" w:eastAsiaTheme="minorEastAsia" w:hAnsi="Arial" w:cs="Arial"/>
          <w:b/>
          <w:bCs/>
          <w:color w:val="3F4146"/>
          <w:spacing w:val="-4"/>
          <w:sz w:val="19"/>
          <w:szCs w:val="19"/>
        </w:rPr>
        <w:t>t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e</w:t>
      </w:r>
      <w:r w:rsidRPr="00CB7779">
        <w:rPr>
          <w:rFonts w:ascii="Arial" w:eastAsiaTheme="minorEastAsia" w:hAnsi="Arial" w:cs="Arial"/>
          <w:b/>
          <w:bCs/>
          <w:color w:val="23262F"/>
          <w:spacing w:val="30"/>
          <w:sz w:val="19"/>
          <w:szCs w:val="19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Specific</w:t>
      </w:r>
      <w:r w:rsidRPr="00CB7779">
        <w:rPr>
          <w:rFonts w:ascii="Arial" w:eastAsiaTheme="minorEastAsia" w:hAnsi="Arial" w:cs="Arial"/>
          <w:b/>
          <w:bCs/>
          <w:color w:val="23262F"/>
          <w:spacing w:val="47"/>
          <w:sz w:val="19"/>
          <w:szCs w:val="19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Written</w:t>
      </w:r>
      <w:r w:rsidRPr="00CB7779">
        <w:rPr>
          <w:rFonts w:ascii="Arial" w:eastAsiaTheme="minorEastAsia" w:hAnsi="Arial" w:cs="Arial"/>
          <w:b/>
          <w:bCs/>
          <w:color w:val="23262F"/>
          <w:spacing w:val="45"/>
          <w:sz w:val="19"/>
          <w:szCs w:val="19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23262F"/>
          <w:w w:val="107"/>
          <w:sz w:val="19"/>
          <w:szCs w:val="19"/>
        </w:rPr>
        <w:t>Procedures</w:t>
      </w:r>
    </w:p>
    <w:p w14:paraId="0DFC081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18CFEBEC" w14:textId="77777777" w:rsidR="00E85611" w:rsidRPr="00432AA9" w:rsidRDefault="00195649" w:rsidP="00CB7E2C">
      <w:pPr>
        <w:widowControl w:val="0"/>
        <w:autoSpaceDE w:val="0"/>
        <w:autoSpaceDN w:val="0"/>
        <w:adjustRightInd w:val="0"/>
        <w:spacing w:line="245" w:lineRule="auto"/>
        <w:ind w:right="276"/>
      </w:pP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23262F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prepare</w:t>
      </w:r>
      <w:r w:rsidRPr="00CB7779">
        <w:rPr>
          <w:rFonts w:ascii="Arial" w:eastAsiaTheme="minorEastAsia" w:hAnsi="Arial" w:cs="Arial"/>
          <w:color w:val="23262F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23262F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23262F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23262F"/>
          <w:w w:val="102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23262F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23262F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23262F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assigned.</w:t>
      </w:r>
      <w:r w:rsidRPr="00CB7779">
        <w:rPr>
          <w:rFonts w:ascii="Arial" w:eastAsiaTheme="minorEastAsia" w:hAnsi="Arial" w:cs="Arial"/>
          <w:color w:val="23262F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23262F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use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F4146"/>
          <w:spacing w:val="4"/>
          <w:sz w:val="20"/>
          <w:szCs w:val="20"/>
        </w:rPr>
        <w:t>"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Site</w:t>
      </w:r>
      <w:r w:rsidRPr="00CB7779">
        <w:rPr>
          <w:rFonts w:ascii="Arial" w:eastAsiaTheme="minorEastAsia" w:hAnsi="Arial" w:cs="Arial"/>
          <w:color w:val="23262F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Specific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2"/>
          <w:sz w:val="20"/>
          <w:szCs w:val="20"/>
        </w:rPr>
        <w:t xml:space="preserve">Written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Procedures"</w:t>
      </w:r>
      <w:r w:rsidRPr="00CB7779">
        <w:rPr>
          <w:rFonts w:ascii="Arial" w:eastAsiaTheme="minorEastAsia" w:hAnsi="Arial" w:cs="Arial"/>
          <w:color w:val="23262F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form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attached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23262F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Exhibit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"B"</w:t>
      </w: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F4146"/>
          <w:spacing w:val="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23262F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1"/>
          <w:sz w:val="20"/>
          <w:szCs w:val="20"/>
        </w:rPr>
        <w:t>HIPP.</w:t>
      </w:r>
    </w:p>
    <w:sectPr w:rsidR="00E85611" w:rsidRPr="00432AA9" w:rsidSect="00E36A9F">
      <w:footerReference w:type="default" r:id="rId7"/>
      <w:headerReference w:type="first" r:id="rId8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F0748" w14:textId="77777777" w:rsidR="000A2E5F" w:rsidRDefault="000A2E5F" w:rsidP="00891206">
      <w:r>
        <w:separator/>
      </w:r>
    </w:p>
  </w:endnote>
  <w:endnote w:type="continuationSeparator" w:id="0">
    <w:p w14:paraId="4BB323FB" w14:textId="77777777" w:rsidR="000A2E5F" w:rsidRDefault="000A2E5F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01EF" w14:textId="77777777" w:rsidR="000C115C" w:rsidRDefault="000C115C">
    <w:pPr>
      <w:pStyle w:val="Footer"/>
    </w:pPr>
  </w:p>
  <w:p w14:paraId="31D2F95A" w14:textId="77777777" w:rsidR="003241F7" w:rsidRDefault="00324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59860" w14:textId="77777777" w:rsidR="000A2E5F" w:rsidRDefault="000A2E5F" w:rsidP="00891206">
      <w:r>
        <w:separator/>
      </w:r>
    </w:p>
  </w:footnote>
  <w:footnote w:type="continuationSeparator" w:id="0">
    <w:p w14:paraId="6664990A" w14:textId="77777777" w:rsidR="000A2E5F" w:rsidRDefault="000A2E5F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B123D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00775B32" w14:textId="77777777" w:rsidR="00891206" w:rsidRDefault="00837CD7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1E7F95F6" wp14:editId="1FA8CBFF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D7"/>
    <w:rsid w:val="00003DC2"/>
    <w:rsid w:val="00007309"/>
    <w:rsid w:val="00050A59"/>
    <w:rsid w:val="000A2E5F"/>
    <w:rsid w:val="000C115C"/>
    <w:rsid w:val="000E1299"/>
    <w:rsid w:val="00173318"/>
    <w:rsid w:val="00195649"/>
    <w:rsid w:val="001B54DB"/>
    <w:rsid w:val="001E021C"/>
    <w:rsid w:val="00222765"/>
    <w:rsid w:val="0023383F"/>
    <w:rsid w:val="00234E58"/>
    <w:rsid w:val="0025104B"/>
    <w:rsid w:val="00294E9A"/>
    <w:rsid w:val="002A0B67"/>
    <w:rsid w:val="002B17D5"/>
    <w:rsid w:val="002E33E9"/>
    <w:rsid w:val="002E4707"/>
    <w:rsid w:val="003241F7"/>
    <w:rsid w:val="00327E20"/>
    <w:rsid w:val="00361C67"/>
    <w:rsid w:val="003A5DFF"/>
    <w:rsid w:val="004170A4"/>
    <w:rsid w:val="00432AA9"/>
    <w:rsid w:val="004B4615"/>
    <w:rsid w:val="004C6146"/>
    <w:rsid w:val="004E4DDB"/>
    <w:rsid w:val="004F70DD"/>
    <w:rsid w:val="005363B3"/>
    <w:rsid w:val="00583420"/>
    <w:rsid w:val="005A30D2"/>
    <w:rsid w:val="006C4B74"/>
    <w:rsid w:val="00737FC5"/>
    <w:rsid w:val="007854AE"/>
    <w:rsid w:val="007B1A2D"/>
    <w:rsid w:val="00802A87"/>
    <w:rsid w:val="00837CD7"/>
    <w:rsid w:val="00855052"/>
    <w:rsid w:val="00891206"/>
    <w:rsid w:val="00893FD0"/>
    <w:rsid w:val="008A0849"/>
    <w:rsid w:val="008A6C73"/>
    <w:rsid w:val="008F1C5D"/>
    <w:rsid w:val="00906FFD"/>
    <w:rsid w:val="0093565D"/>
    <w:rsid w:val="00955049"/>
    <w:rsid w:val="009B1B0D"/>
    <w:rsid w:val="009D48FF"/>
    <w:rsid w:val="009E5282"/>
    <w:rsid w:val="00A1188A"/>
    <w:rsid w:val="00A33FFE"/>
    <w:rsid w:val="00A44B6C"/>
    <w:rsid w:val="00A74BDA"/>
    <w:rsid w:val="00A7621F"/>
    <w:rsid w:val="00AC071C"/>
    <w:rsid w:val="00AC784C"/>
    <w:rsid w:val="00AE5DC4"/>
    <w:rsid w:val="00AF5E69"/>
    <w:rsid w:val="00B65259"/>
    <w:rsid w:val="00B81799"/>
    <w:rsid w:val="00B84A6A"/>
    <w:rsid w:val="00BB5772"/>
    <w:rsid w:val="00BB7521"/>
    <w:rsid w:val="00BC00F4"/>
    <w:rsid w:val="00BC7909"/>
    <w:rsid w:val="00C04E45"/>
    <w:rsid w:val="00C32FD0"/>
    <w:rsid w:val="00C676C8"/>
    <w:rsid w:val="00CA3964"/>
    <w:rsid w:val="00CB7E2C"/>
    <w:rsid w:val="00CD1284"/>
    <w:rsid w:val="00D17FE9"/>
    <w:rsid w:val="00D42D8B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6D6"/>
    <w:rsid w:val="00ED0C2B"/>
    <w:rsid w:val="00EE0543"/>
    <w:rsid w:val="00EE35CE"/>
    <w:rsid w:val="00F13070"/>
    <w:rsid w:val="00F35A01"/>
    <w:rsid w:val="00F8404B"/>
    <w:rsid w:val="00FA5C5D"/>
    <w:rsid w:val="00FA682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B034E"/>
  <w15:docId w15:val="{ACAC45DA-5366-4F27-B83B-29B6582A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Dropbox\NON%20CASE-RELATED%20DATA\NASI%20FORMS\NASI%20LETTERHEAD%20(DOU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F45F2-0C8A-4AB1-94CA-96334F32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(DOUG)</Template>
  <TotalTime>1</TotalTime>
  <Pages>7</Pages>
  <Words>3218</Words>
  <Characters>18348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21523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Sherry</cp:lastModifiedBy>
  <cp:revision>2</cp:revision>
  <cp:lastPrinted>2016-06-01T22:59:00Z</cp:lastPrinted>
  <dcterms:created xsi:type="dcterms:W3CDTF">2020-03-24T22:24:00Z</dcterms:created>
  <dcterms:modified xsi:type="dcterms:W3CDTF">2020-03-24T22:24:00Z</dcterms:modified>
</cp:coreProperties>
</file>